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3E9" w:rsidRDefault="006803E9" w:rsidP="006803E9">
      <w:pPr>
        <w:pStyle w:val="Rubrik1"/>
      </w:pPr>
      <w:r>
        <w:t xml:space="preserve">Presentationstexter i tre nivåer </w:t>
      </w:r>
    </w:p>
    <w:p w:rsidR="006803E9" w:rsidRPr="00105947" w:rsidRDefault="006803E9" w:rsidP="006803E9">
      <w:pPr>
        <w:pStyle w:val="Rubrik1"/>
      </w:pPr>
      <w:r>
        <w:t>Presentation Texts in Three Levels</w:t>
      </w:r>
    </w:p>
    <w:p w:rsidR="006803E9" w:rsidRDefault="006803E9" w:rsidP="006803E9"/>
    <w:p w:rsidR="006803E9" w:rsidRDefault="006803E9" w:rsidP="006803E9">
      <w:pPr>
        <w:pStyle w:val="Rubrik2"/>
      </w:pPr>
      <w:r w:rsidRPr="00105947">
        <w:t>Nivå 1</w:t>
      </w:r>
      <w:r>
        <w:t>/Level 1</w:t>
      </w:r>
    </w:p>
    <w:p w:rsidR="006803E9" w:rsidRPr="00105947" w:rsidRDefault="006803E9" w:rsidP="006803E9">
      <w:pPr>
        <w:pStyle w:val="Rubrik3"/>
      </w:pPr>
      <w:r w:rsidRPr="00105947">
        <w:t>(svenska)</w:t>
      </w:r>
    </w:p>
    <w:p w:rsidR="006803E9" w:rsidRPr="00105947" w:rsidRDefault="0082468C" w:rsidP="006803E9">
      <w:hyperlink r:id="rId12" w:history="1">
        <w:r w:rsidR="006803E9" w:rsidRPr="0082468C">
          <w:rPr>
            <w:rStyle w:val="Hyperlnk"/>
          </w:rPr>
          <w:t>Svensk nationell datatjänst (SND)</w:t>
        </w:r>
      </w:hyperlink>
      <w:r w:rsidR="006803E9" w:rsidRPr="00105947">
        <w:t xml:space="preserve"> är en forskningsinfrastruktur som hjälper forskare att bevara, underhålla och dela forskningsdata på ett säkert</w:t>
      </w:r>
      <w:r w:rsidR="006F3F03">
        <w:t xml:space="preserve"> och hållbart sätt. Genom </w:t>
      </w:r>
      <w:hyperlink r:id="rId13" w:history="1">
        <w:r w:rsidR="006F3F03" w:rsidRPr="0082468C">
          <w:rPr>
            <w:rStyle w:val="Hyperlnk"/>
          </w:rPr>
          <w:t>SND:s</w:t>
        </w:r>
        <w:r w:rsidR="006803E9" w:rsidRPr="0082468C">
          <w:rPr>
            <w:rStyle w:val="Hyperlnk"/>
          </w:rPr>
          <w:t xml:space="preserve"> söktjänst</w:t>
        </w:r>
      </w:hyperlink>
      <w:r w:rsidR="006803E9" w:rsidRPr="00105947">
        <w:t xml:space="preserve"> är det enkelt att hitta, använda och citera forskningsdata från alla vetenskapsområden. Tillsammans med ett omfattande nätverk av närmare 40 svenska lärosäten och andra forskande organisationer arbetar SND för ökad tillgång till forskningsdata både nationellt och internationellt. </w:t>
      </w:r>
    </w:p>
    <w:p w:rsidR="006803E9" w:rsidRPr="0082468C" w:rsidRDefault="006803E9" w:rsidP="006803E9">
      <w:pPr>
        <w:pStyle w:val="Rubrik3"/>
        <w:rPr>
          <w:lang w:val="en-GB"/>
        </w:rPr>
      </w:pPr>
      <w:r w:rsidRPr="0082468C">
        <w:rPr>
          <w:lang w:val="en-GB"/>
        </w:rPr>
        <w:t>(English)</w:t>
      </w:r>
    </w:p>
    <w:p w:rsidR="006803E9" w:rsidRPr="006F3F03" w:rsidRDefault="0082468C" w:rsidP="006803E9">
      <w:pPr>
        <w:rPr>
          <w:lang w:val="en-GB"/>
        </w:rPr>
      </w:pPr>
      <w:hyperlink r:id="rId14" w:history="1">
        <w:r w:rsidR="006803E9" w:rsidRPr="0082468C">
          <w:rPr>
            <w:rStyle w:val="Hyperlnk"/>
            <w:lang w:val="en-GB"/>
          </w:rPr>
          <w:t>Swedish National Data Service (SND)</w:t>
        </w:r>
      </w:hyperlink>
      <w:r w:rsidR="006803E9" w:rsidRPr="006F3F03">
        <w:rPr>
          <w:lang w:val="en-GB"/>
        </w:rPr>
        <w:t xml:space="preserve"> is a research data infrastructure designed to assist researchers in preserving, maintaining, and disseminating research data in a secure and sustainable manner. </w:t>
      </w:r>
      <w:hyperlink r:id="rId15" w:history="1">
        <w:r w:rsidR="006803E9" w:rsidRPr="0082468C">
          <w:rPr>
            <w:rStyle w:val="Hyperlnk"/>
            <w:lang w:val="en-GB"/>
          </w:rPr>
          <w:t>The SND Search function</w:t>
        </w:r>
      </w:hyperlink>
      <w:r w:rsidR="006803E9" w:rsidRPr="006F3F03">
        <w:rPr>
          <w:lang w:val="en-GB"/>
        </w:rPr>
        <w:t xml:space="preserve"> makes it easy to find, use, and cite research data from a variety of scientific disciplines. Together with an extensive network of almost 40 Swedish higher education institutions and other research organisations, SND works for increased access to research data, nationally as well as internationally. </w:t>
      </w:r>
    </w:p>
    <w:p w:rsidR="006803E9" w:rsidRPr="006F3F03" w:rsidRDefault="006803E9" w:rsidP="006803E9">
      <w:pPr>
        <w:spacing w:line="259" w:lineRule="auto"/>
        <w:rPr>
          <w:rFonts w:eastAsiaTheme="majorEastAsia" w:cstheme="majorBidi"/>
          <w:b/>
          <w:color w:val="659DD2"/>
          <w:sz w:val="24"/>
          <w:szCs w:val="26"/>
          <w:lang w:val="en-GB"/>
        </w:rPr>
      </w:pPr>
      <w:r w:rsidRPr="006F3F03">
        <w:rPr>
          <w:lang w:val="en-GB"/>
        </w:rPr>
        <w:br w:type="page"/>
      </w:r>
      <w:bookmarkStart w:id="0" w:name="_GoBack"/>
      <w:bookmarkEnd w:id="0"/>
    </w:p>
    <w:p w:rsidR="006803E9" w:rsidRDefault="006803E9" w:rsidP="006803E9">
      <w:pPr>
        <w:pStyle w:val="Rubrik2"/>
      </w:pPr>
      <w:r w:rsidRPr="00105947">
        <w:lastRenderedPageBreak/>
        <w:t>Nivå 2</w:t>
      </w:r>
      <w:r>
        <w:t>/Level 2</w:t>
      </w:r>
      <w:r w:rsidRPr="00105947">
        <w:t xml:space="preserve"> </w:t>
      </w:r>
    </w:p>
    <w:p w:rsidR="006803E9" w:rsidRPr="00105947" w:rsidRDefault="006803E9" w:rsidP="006803E9">
      <w:pPr>
        <w:pStyle w:val="Rubrik3"/>
      </w:pPr>
      <w:r w:rsidRPr="00105947">
        <w:t>(svenska</w:t>
      </w:r>
      <w:r>
        <w:t>)</w:t>
      </w:r>
    </w:p>
    <w:p w:rsidR="006803E9" w:rsidRPr="00105947" w:rsidRDefault="0082468C" w:rsidP="006803E9">
      <w:hyperlink r:id="rId16" w:history="1">
        <w:r w:rsidR="006803E9" w:rsidRPr="0082468C">
          <w:rPr>
            <w:rStyle w:val="Hyperlnk"/>
          </w:rPr>
          <w:t>Svensk nationell datatjänst (SND)</w:t>
        </w:r>
      </w:hyperlink>
      <w:r w:rsidR="006803E9" w:rsidRPr="00105947">
        <w:t xml:space="preserve"> är en forskningsinfrastruktur som stödjer tillgänglighet, bevarande och återanvändning av forskningsdata. Genom </w:t>
      </w:r>
      <w:hyperlink r:id="rId17" w:history="1">
        <w:r w:rsidR="006803E9" w:rsidRPr="0082468C">
          <w:rPr>
            <w:rStyle w:val="Hyperlnk"/>
          </w:rPr>
          <w:t>SND:s söktjänst</w:t>
        </w:r>
      </w:hyperlink>
      <w:r w:rsidR="006803E9" w:rsidRPr="00105947">
        <w:t xml:space="preserve"> är det enkelt att hitta, använda och citera forskningsdata från alla vetenskapsområden. SND finns i hela Sverige genom ett omfattande nätverk av närmare 40 lärosäten och andra forskande organisationer. Tillsammans med detta nätverk bildas ett distribuerat system av certifierade datarepositorier med SND-kontoret som central nod. Certifieringen innebär att SND arbetar för att forskningsdata hanteras, lagras och görs tillgängliga på ett säkert och hållbart sätt, idag och för framtiden. SND samarbetar även med flera internationella aktörer för att främja tillgång till forskningsdata globalt.</w:t>
      </w:r>
    </w:p>
    <w:p w:rsidR="006803E9" w:rsidRPr="0082468C" w:rsidRDefault="006803E9" w:rsidP="006803E9">
      <w:pPr>
        <w:pStyle w:val="Rubrik3"/>
        <w:rPr>
          <w:lang w:val="en-GB"/>
        </w:rPr>
      </w:pPr>
      <w:r w:rsidRPr="0082468C">
        <w:rPr>
          <w:lang w:val="en-GB"/>
        </w:rPr>
        <w:t>(English)</w:t>
      </w:r>
    </w:p>
    <w:p w:rsidR="006803E9" w:rsidRPr="006F3F03" w:rsidRDefault="0082468C" w:rsidP="006803E9">
      <w:pPr>
        <w:rPr>
          <w:lang w:val="en-GB"/>
        </w:rPr>
      </w:pPr>
      <w:hyperlink r:id="rId18" w:history="1">
        <w:r w:rsidR="006803E9" w:rsidRPr="0082468C">
          <w:rPr>
            <w:rStyle w:val="Hyperlnk"/>
            <w:lang w:val="en-GB"/>
          </w:rPr>
          <w:t>Swedish National Data Service (SND)</w:t>
        </w:r>
      </w:hyperlink>
      <w:r w:rsidR="006803E9" w:rsidRPr="006F3F03">
        <w:rPr>
          <w:lang w:val="en-GB"/>
        </w:rPr>
        <w:t xml:space="preserve"> is a research data infrastructure that supports accessibility, preservation, and reuse of research data. </w:t>
      </w:r>
      <w:hyperlink r:id="rId19" w:history="1">
        <w:r w:rsidR="006803E9" w:rsidRPr="0082468C">
          <w:rPr>
            <w:rStyle w:val="Hyperlnk"/>
            <w:lang w:val="en-GB"/>
          </w:rPr>
          <w:t>The SND Search function</w:t>
        </w:r>
      </w:hyperlink>
      <w:r w:rsidR="006803E9" w:rsidRPr="006F3F03">
        <w:rPr>
          <w:lang w:val="en-GB"/>
        </w:rPr>
        <w:t xml:space="preserve"> makes it easy to find, use, and cite research data from a variety of scientific disciplines. SND is present throughout the Swedish research ecology, through an extensive network </w:t>
      </w:r>
      <w:r w:rsidR="006F3F03">
        <w:rPr>
          <w:lang w:val="en-GB"/>
        </w:rPr>
        <w:t>of around</w:t>
      </w:r>
      <w:r w:rsidR="006803E9" w:rsidRPr="006F3F03">
        <w:rPr>
          <w:lang w:val="en-GB"/>
        </w:rPr>
        <w:t xml:space="preserve"> 40 higher education institutions and other research organisations. Together, SND and this network form a distributed system of certified research data repositories with the SND main office as a central node. The certification means that SND ensures that research data are managed, stored, and made accessible in a secure and sustainable manner, today and for the future. SND collaborates with various international stakeholders in order to advance global access to research data.</w:t>
      </w:r>
    </w:p>
    <w:p w:rsidR="006803E9" w:rsidRPr="006F3F03" w:rsidRDefault="006803E9" w:rsidP="006803E9">
      <w:pPr>
        <w:rPr>
          <w:lang w:val="en-GB"/>
        </w:rPr>
      </w:pPr>
    </w:p>
    <w:p w:rsidR="006803E9" w:rsidRPr="006F3F03" w:rsidRDefault="006803E9" w:rsidP="006803E9">
      <w:pPr>
        <w:spacing w:line="259" w:lineRule="auto"/>
        <w:rPr>
          <w:rFonts w:eastAsiaTheme="majorEastAsia" w:cstheme="majorBidi"/>
          <w:b/>
          <w:color w:val="659DD2"/>
          <w:sz w:val="24"/>
          <w:szCs w:val="26"/>
          <w:lang w:val="en-GB"/>
        </w:rPr>
      </w:pPr>
      <w:r w:rsidRPr="006F3F03">
        <w:rPr>
          <w:lang w:val="en-GB"/>
        </w:rPr>
        <w:br w:type="page"/>
      </w:r>
    </w:p>
    <w:p w:rsidR="006803E9" w:rsidRDefault="006803E9" w:rsidP="006803E9">
      <w:pPr>
        <w:pStyle w:val="Rubrik2"/>
      </w:pPr>
      <w:r w:rsidRPr="00105947">
        <w:lastRenderedPageBreak/>
        <w:t>Nivå 3</w:t>
      </w:r>
      <w:r>
        <w:t>/Level 3</w:t>
      </w:r>
    </w:p>
    <w:p w:rsidR="006803E9" w:rsidRPr="00105947" w:rsidRDefault="006803E9" w:rsidP="006803E9">
      <w:pPr>
        <w:pStyle w:val="Rubrik3"/>
      </w:pPr>
      <w:r w:rsidRPr="00105947">
        <w:t>(svenska)</w:t>
      </w:r>
    </w:p>
    <w:p w:rsidR="006803E9" w:rsidRPr="00105947" w:rsidRDefault="0082468C" w:rsidP="006803E9">
      <w:hyperlink r:id="rId20" w:history="1">
        <w:r w:rsidR="006803E9" w:rsidRPr="0082468C">
          <w:rPr>
            <w:rStyle w:val="Hyperlnk"/>
          </w:rPr>
          <w:t>Svensk nationell datatjänst (SND)</w:t>
        </w:r>
      </w:hyperlink>
      <w:r w:rsidR="006803E9" w:rsidRPr="00105947">
        <w:t xml:space="preserve"> är en forskningsinfrastruktur som stödjer tillgänglighet, bevarande och återanvändning av forskningsdata. Genom </w:t>
      </w:r>
      <w:hyperlink r:id="rId21" w:history="1">
        <w:r w:rsidR="006803E9" w:rsidRPr="0082468C">
          <w:rPr>
            <w:rStyle w:val="Hyperlnk"/>
          </w:rPr>
          <w:t>SND:s söktjänst</w:t>
        </w:r>
      </w:hyperlink>
      <w:r w:rsidR="006803E9" w:rsidRPr="00105947">
        <w:t xml:space="preserve"> är det enkelt att hitta, använda och citera forskningsdata från alla vetenskapsområden. SND finns i hela Sverige genom ett omfattande nätverk av närmare 40 lärosäten och andra forskande organisationer. Tillsammans med detta nätverk bildas ett distribuerat system av certifierade datarepositorier med SND-kontoret som central nod. Certifieringen innebär att SND arbetar för att forskningsdata hanteras, lagras och görs tillgängliga på ett säkert och hållbart sätt, idag och för framtiden. SND samarbetar även med flera internationella aktörer för att främja tillgång till forskningsdata globalt.</w:t>
      </w:r>
    </w:p>
    <w:p w:rsidR="006803E9" w:rsidRPr="00105947" w:rsidRDefault="006803E9" w:rsidP="006803E9">
      <w:r w:rsidRPr="00105947">
        <w:t xml:space="preserve">SND styrs av ett konsortium bestående av nio svenska lärosäten: Göteborgs universitet, Chalmers tekniska högskola, Karolinska Institutet, KTH, Lunds universitet, Stockholms universitet, Sveriges lantbruksuniversitet, Umeå universitet och Uppsala universitet. Göteborgs universitet är värduniversitet och SND:s kontor ligger i Göteborg. SND:s verksamhet finansieras i huvudsak av Vetenskapsrådet och av lärosätena i konsortiet. </w:t>
      </w:r>
    </w:p>
    <w:p w:rsidR="006803E9" w:rsidRPr="0082468C" w:rsidRDefault="006803E9" w:rsidP="006803E9">
      <w:pPr>
        <w:pStyle w:val="Rubrik3"/>
        <w:rPr>
          <w:lang w:val="en-GB"/>
        </w:rPr>
      </w:pPr>
      <w:r w:rsidRPr="0082468C">
        <w:rPr>
          <w:lang w:val="en-GB"/>
        </w:rPr>
        <w:t>(English)</w:t>
      </w:r>
    </w:p>
    <w:p w:rsidR="006803E9" w:rsidRPr="006F3F03" w:rsidRDefault="0082468C" w:rsidP="006803E9">
      <w:pPr>
        <w:rPr>
          <w:lang w:val="en-GB"/>
        </w:rPr>
      </w:pPr>
      <w:hyperlink r:id="rId22" w:history="1">
        <w:r w:rsidR="006803E9" w:rsidRPr="0082468C">
          <w:rPr>
            <w:rStyle w:val="Hyperlnk"/>
            <w:lang w:val="en-GB"/>
          </w:rPr>
          <w:t>Swedish National Data Service (SND)</w:t>
        </w:r>
      </w:hyperlink>
      <w:r w:rsidR="006803E9" w:rsidRPr="006F3F03">
        <w:rPr>
          <w:lang w:val="en-GB"/>
        </w:rPr>
        <w:t xml:space="preserve"> is a research data infrastructure that supports accessibility, preservation, and reuse of research data. </w:t>
      </w:r>
      <w:hyperlink r:id="rId23" w:history="1">
        <w:r w:rsidR="006803E9" w:rsidRPr="0082468C">
          <w:rPr>
            <w:rStyle w:val="Hyperlnk"/>
            <w:lang w:val="en-GB"/>
          </w:rPr>
          <w:t>The SND Search function</w:t>
        </w:r>
      </w:hyperlink>
      <w:r w:rsidR="006803E9" w:rsidRPr="006F3F03">
        <w:rPr>
          <w:lang w:val="en-GB"/>
        </w:rPr>
        <w:t xml:space="preserve"> makes it easy to find, use, and cite research data from a variety of scientific disciplines. SND is present throughout the Swedish research ecology, through an extensive network </w:t>
      </w:r>
      <w:r w:rsidR="006F3F03">
        <w:rPr>
          <w:lang w:val="en-GB"/>
        </w:rPr>
        <w:t>of around</w:t>
      </w:r>
      <w:r w:rsidR="006803E9" w:rsidRPr="006F3F03">
        <w:rPr>
          <w:lang w:val="en-GB"/>
        </w:rPr>
        <w:t xml:space="preserve"> 40 higher education institutions and other research organisations. Together, SND and this network form a distributed system of certified research data repositories with the SND main office as a central node. The certification means that SND ensures that research data are managed, stored, and made accessible in a secure and sustainable manner, today and for the future. SND collaborates with various international stakeholders in order to advance global access to research data.</w:t>
      </w:r>
    </w:p>
    <w:p w:rsidR="00CD76A1" w:rsidRPr="006F3F03" w:rsidRDefault="006803E9" w:rsidP="00137134">
      <w:pPr>
        <w:rPr>
          <w:lang w:val="en-GB"/>
        </w:rPr>
      </w:pPr>
      <w:r w:rsidRPr="006F3F03">
        <w:rPr>
          <w:lang w:val="en-GB"/>
        </w:rPr>
        <w:t>SND is governed by a consortium of nine Swedish universities: University of Gothenburg, Chalmers University of Technology, Karolinska Institutet, KTH Royal Institute of Technology, Lund University, Stockholm University, Swedish University of Agricultural Sciences, Umeå University, and Uppsala University. University of Gothenburg is the host university, and subsequently the SND head office is located in Gothenburg. The SND operations are primarily funded by the Swedish Research Council and the consortium universities.</w:t>
      </w:r>
    </w:p>
    <w:sectPr w:rsidR="00CD76A1" w:rsidRPr="006F3F03" w:rsidSect="003F720A">
      <w:headerReference w:type="default" r:id="rId24"/>
      <w:footerReference w:type="even" r:id="rId25"/>
      <w:footerReference w:type="default" r:id="rId26"/>
      <w:headerReference w:type="first" r:id="rId27"/>
      <w:footerReference w:type="first" r:id="rId28"/>
      <w:type w:val="continuous"/>
      <w:pgSz w:w="11906" w:h="16838"/>
      <w:pgMar w:top="1440" w:right="1440" w:bottom="1440" w:left="1440" w:header="62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933" w:rsidRDefault="00044933" w:rsidP="007575C5">
      <w:pPr>
        <w:spacing w:after="0" w:line="240" w:lineRule="auto"/>
      </w:pPr>
      <w:r>
        <w:separator/>
      </w:r>
    </w:p>
  </w:endnote>
  <w:endnote w:type="continuationSeparator" w:id="0">
    <w:p w:rsidR="00044933" w:rsidRDefault="00044933" w:rsidP="00757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4B8" w:rsidRDefault="007844B8" w:rsidP="007844B8">
    <w:pPr>
      <w:pStyle w:val="Sidfo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4B8" w:rsidRDefault="00324DF7" w:rsidP="00324DF7">
    <w:pPr>
      <w:tabs>
        <w:tab w:val="center" w:pos="4513"/>
      </w:tabs>
      <w:ind w:left="-426" w:firstLine="426"/>
      <w:rPr>
        <w:rFonts w:ascii="Gadugi" w:hAnsi="Gadugi"/>
        <w:color w:val="595959" w:themeColor="text1" w:themeTint="A6"/>
        <w:sz w:val="18"/>
      </w:rPr>
    </w:pPr>
    <w:r>
      <w:rPr>
        <w:rFonts w:ascii="Gadugi" w:hAnsi="Gadugi"/>
        <w:noProof/>
        <w:color w:val="000000" w:themeColor="text1"/>
        <w:sz w:val="18"/>
        <w:lang w:eastAsia="sv-SE"/>
      </w:rPr>
      <mc:AlternateContent>
        <mc:Choice Requires="wps">
          <w:drawing>
            <wp:anchor distT="0" distB="0" distL="114300" distR="114300" simplePos="0" relativeHeight="251659264" behindDoc="0" locked="0" layoutInCell="1" allowOverlap="1" wp14:anchorId="2F4FC861" wp14:editId="2F4FC862">
              <wp:simplePos x="0" y="0"/>
              <wp:positionH relativeFrom="margin">
                <wp:posOffset>-315595</wp:posOffset>
              </wp:positionH>
              <wp:positionV relativeFrom="paragraph">
                <wp:posOffset>287655</wp:posOffset>
              </wp:positionV>
              <wp:extent cx="6343650" cy="0"/>
              <wp:effectExtent l="0" t="0" r="19050" b="19050"/>
              <wp:wrapNone/>
              <wp:docPr id="9" name="Rak koppling 9"/>
              <wp:cNvGraphicFramePr/>
              <a:graphic xmlns:a="http://schemas.openxmlformats.org/drawingml/2006/main">
                <a:graphicData uri="http://schemas.microsoft.com/office/word/2010/wordprocessingShape">
                  <wps:wsp>
                    <wps:cNvCnPr/>
                    <wps:spPr>
                      <a:xfrm>
                        <a:off x="0" y="0"/>
                        <a:ext cx="6343650" cy="0"/>
                      </a:xfrm>
                      <a:prstGeom prst="line">
                        <a:avLst/>
                      </a:prstGeom>
                      <a:ln>
                        <a:solidFill>
                          <a:srgbClr val="659DD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98FBF21" id="Rak koppling 9"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4.85pt,22.65pt" to="474.6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" strokecolor="#659dd2" strokeweight=".5pt">
              <v:stroke joinstyle="miter"/>
              <w10:wrap anchorx="margin"/>
            </v:line>
          </w:pict>
        </mc:Fallback>
      </mc:AlternateContent>
    </w:r>
    <w:r>
      <w:rPr>
        <w:rFonts w:ascii="Gadugi" w:hAnsi="Gadugi"/>
        <w:color w:val="595959" w:themeColor="text1" w:themeTint="A6"/>
        <w:sz w:val="18"/>
      </w:rPr>
      <w:tab/>
    </w:r>
  </w:p>
  <w:p w:rsidR="004A079C" w:rsidRDefault="00CD76A1" w:rsidP="00131507">
    <w:pPr>
      <w:ind w:right="-330"/>
      <w:jc w:val="both"/>
      <w:rPr>
        <w:rFonts w:cs="Arial"/>
        <w:color w:val="BFBFBF" w:themeColor="background1" w:themeShade="BF"/>
        <w:sz w:val="16"/>
      </w:rPr>
    </w:pPr>
    <w:r w:rsidRPr="003F720A">
      <w:rPr>
        <w:rFonts w:cs="Arial"/>
        <w:noProof/>
        <w:color w:val="BFBFBF" w:themeColor="background1" w:themeShade="BF"/>
        <w:sz w:val="16"/>
        <w:lang w:eastAsia="sv-SE"/>
      </w:rPr>
      <mc:AlternateContent>
        <mc:Choice Requires="wps">
          <w:drawing>
            <wp:anchor distT="45720" distB="45720" distL="114300" distR="114300" simplePos="0" relativeHeight="251683840" behindDoc="0" locked="0" layoutInCell="1" allowOverlap="1" wp14:anchorId="2F4FC863" wp14:editId="2F4FC864">
              <wp:simplePos x="0" y="0"/>
              <wp:positionH relativeFrom="margin">
                <wp:align>center</wp:align>
              </wp:positionH>
              <wp:positionV relativeFrom="paragraph">
                <wp:posOffset>209954</wp:posOffset>
              </wp:positionV>
              <wp:extent cx="6356350" cy="285750"/>
              <wp:effectExtent l="0" t="0" r="6350" b="0"/>
              <wp:wrapSquare wrapText="bothSides"/>
              <wp:docPr id="5"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0" cy="285750"/>
                      </a:xfrm>
                      <a:prstGeom prst="rect">
                        <a:avLst/>
                      </a:prstGeom>
                      <a:solidFill>
                        <a:srgbClr val="FFFFFF"/>
                      </a:solidFill>
                      <a:ln w="9525">
                        <a:noFill/>
                        <a:miter lim="800000"/>
                        <a:headEnd/>
                        <a:tailEnd/>
                      </a:ln>
                    </wps:spPr>
                    <wps:txbx>
                      <w:txbxContent>
                        <w:p w:rsidR="00CD76A1" w:rsidRPr="004404B2" w:rsidRDefault="00CD76A1" w:rsidP="00CD76A1">
                          <w:pPr>
                            <w:ind w:right="-330" w:hanging="284"/>
                            <w:jc w:val="both"/>
                            <w:rPr>
                              <w:rFonts w:cs="Arial"/>
                              <w:color w:val="BFBFBF" w:themeColor="background1" w:themeShade="BF"/>
                              <w:sz w:val="16"/>
                              <w:lang w:val="en-GB"/>
                            </w:rPr>
                          </w:pPr>
                          <w:r w:rsidRPr="004404B2">
                            <w:rPr>
                              <w:rFonts w:cs="Arial"/>
                              <w:color w:val="BFBFBF" w:themeColor="background1" w:themeShade="BF"/>
                              <w:sz w:val="16"/>
                              <w:lang w:val="en-GB"/>
                            </w:rPr>
                            <w:t xml:space="preserve">    www.snd.gu.se   |   (+46) 31-786 10 00   |   </w:t>
                          </w:r>
                          <w:hyperlink r:id="rId1" w:history="1">
                            <w:r w:rsidRPr="004404B2">
                              <w:rPr>
                                <w:rStyle w:val="SidhuvudChar"/>
                                <w:rFonts w:cs="Arial"/>
                                <w:color w:val="BFBFBF" w:themeColor="background1" w:themeShade="BF"/>
                                <w:sz w:val="16"/>
                                <w:lang w:val="en-GB"/>
                              </w:rPr>
                              <w:t>snd@gu.se</w:t>
                            </w:r>
                          </w:hyperlink>
                          <w:r w:rsidRPr="004404B2">
                            <w:rPr>
                              <w:rFonts w:cs="Arial"/>
                              <w:color w:val="BFBFBF" w:themeColor="background1" w:themeShade="BF"/>
                              <w:sz w:val="16"/>
                              <w:lang w:val="en-GB"/>
                            </w:rPr>
                            <w:t xml:space="preserve">   |   SND, University of Gothenburg, Box 463, 405 30 Gothenburg, Sweden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PAGE   \* MERGEFORMAT</w:instrText>
                          </w:r>
                          <w:r w:rsidRPr="001F1383">
                            <w:rPr>
                              <w:rFonts w:cs="Arial"/>
                              <w:color w:val="BFBFBF" w:themeColor="background1" w:themeShade="BF"/>
                              <w:sz w:val="16"/>
                            </w:rPr>
                            <w:fldChar w:fldCharType="separate"/>
                          </w:r>
                          <w:r w:rsidR="0082468C">
                            <w:rPr>
                              <w:rFonts w:cs="Arial"/>
                              <w:noProof/>
                              <w:color w:val="BFBFBF" w:themeColor="background1" w:themeShade="BF"/>
                              <w:sz w:val="16"/>
                              <w:lang w:val="en-GB"/>
                            </w:rPr>
                            <w:t>3</w:t>
                          </w:r>
                          <w:r w:rsidRPr="001F1383">
                            <w:rPr>
                              <w:rFonts w:cs="Arial"/>
                              <w:color w:val="BFBFBF" w:themeColor="background1" w:themeShade="BF"/>
                              <w:sz w:val="16"/>
                            </w:rPr>
                            <w:fldChar w:fldCharType="end"/>
                          </w:r>
                          <w:r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 xml:space="preserve"> SECTIONPAGES   \* MERGEFORMAT </w:instrText>
                          </w:r>
                          <w:r w:rsidRPr="001F1383">
                            <w:rPr>
                              <w:rFonts w:cs="Arial"/>
                              <w:color w:val="BFBFBF" w:themeColor="background1" w:themeShade="BF"/>
                              <w:sz w:val="16"/>
                            </w:rPr>
                            <w:fldChar w:fldCharType="separate"/>
                          </w:r>
                          <w:r w:rsidR="0082468C">
                            <w:rPr>
                              <w:rFonts w:cs="Arial"/>
                              <w:noProof/>
                              <w:color w:val="BFBFBF" w:themeColor="background1" w:themeShade="BF"/>
                              <w:sz w:val="16"/>
                              <w:lang w:val="en-GB"/>
                            </w:rPr>
                            <w:t>3</w:t>
                          </w:r>
                          <w:r w:rsidRPr="001F1383">
                            <w:rPr>
                              <w:rFonts w:cs="Arial"/>
                              <w:color w:val="BFBFBF" w:themeColor="background1" w:themeShade="BF"/>
                              <w:sz w:val="16"/>
                            </w:rPr>
                            <w:fldChar w:fldCharType="end"/>
                          </w:r>
                          <w:r w:rsidRPr="004404B2">
                            <w:rPr>
                              <w:rFonts w:cs="Arial"/>
                              <w:color w:val="BFBFBF" w:themeColor="background1" w:themeShade="BF"/>
                              <w:sz w:val="16"/>
                              <w:lang w:val="en-GB"/>
                            </w:rPr>
                            <w:t>)</w:t>
                          </w:r>
                        </w:p>
                        <w:p w:rsidR="00CD76A1" w:rsidRPr="004404B2" w:rsidRDefault="00CD76A1" w:rsidP="00CD76A1">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4FC863" id="_x0000_t202" coordsize="21600,21600" o:spt="202" path="m,l,21600r21600,l21600,xe">
              <v:stroke joinstyle="miter"/>
              <v:path gradientshapeok="t" o:connecttype="rect"/>
            </v:shapetype>
            <v:shape id="Textruta 2" o:spid="_x0000_s1026" type="#_x0000_t202" style="position:absolute;left:0;text-align:left;margin-left:0;margin-top:16.55pt;width:500.5pt;height:22.5pt;z-index:2516838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" stroked="f">
              <v:textbox>
                <w:txbxContent>
                  <w:p w:rsidR="00CD76A1" w:rsidRPr="004404B2" w:rsidRDefault="00CD76A1" w:rsidP="00CD76A1">
                    <w:pPr>
                      <w:ind w:right="-330" w:hanging="284"/>
                      <w:jc w:val="both"/>
                      <w:rPr>
                        <w:rFonts w:cs="Arial"/>
                        <w:color w:val="BFBFBF" w:themeColor="background1" w:themeShade="BF"/>
                        <w:sz w:val="16"/>
                        <w:lang w:val="en-GB"/>
                      </w:rPr>
                    </w:pPr>
                    <w:r w:rsidRPr="004404B2">
                      <w:rPr>
                        <w:rFonts w:cs="Arial"/>
                        <w:color w:val="BFBFBF" w:themeColor="background1" w:themeShade="BF"/>
                        <w:sz w:val="16"/>
                        <w:lang w:val="en-GB"/>
                      </w:rPr>
                      <w:t xml:space="preserve">    www.snd.gu.se   |   (+46) 31-786 10 00   |   </w:t>
                    </w:r>
                    <w:hyperlink r:id="rId2" w:history="1">
                      <w:r w:rsidRPr="004404B2">
                        <w:rPr>
                          <w:rStyle w:val="SidhuvudChar"/>
                          <w:rFonts w:cs="Arial"/>
                          <w:color w:val="BFBFBF" w:themeColor="background1" w:themeShade="BF"/>
                          <w:sz w:val="16"/>
                          <w:lang w:val="en-GB"/>
                        </w:rPr>
                        <w:t>snd@gu.se</w:t>
                      </w:r>
                    </w:hyperlink>
                    <w:r w:rsidRPr="004404B2">
                      <w:rPr>
                        <w:rFonts w:cs="Arial"/>
                        <w:color w:val="BFBFBF" w:themeColor="background1" w:themeShade="BF"/>
                        <w:sz w:val="16"/>
                        <w:lang w:val="en-GB"/>
                      </w:rPr>
                      <w:t xml:space="preserve">   |   SND, University of Gothenburg, Box 463, 405 30 Gothenburg, Sweden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PAGE   \* MERGEFORMAT</w:instrText>
                    </w:r>
                    <w:r w:rsidRPr="001F1383">
                      <w:rPr>
                        <w:rFonts w:cs="Arial"/>
                        <w:color w:val="BFBFBF" w:themeColor="background1" w:themeShade="BF"/>
                        <w:sz w:val="16"/>
                      </w:rPr>
                      <w:fldChar w:fldCharType="separate"/>
                    </w:r>
                    <w:r w:rsidR="0082468C">
                      <w:rPr>
                        <w:rFonts w:cs="Arial"/>
                        <w:noProof/>
                        <w:color w:val="BFBFBF" w:themeColor="background1" w:themeShade="BF"/>
                        <w:sz w:val="16"/>
                        <w:lang w:val="en-GB"/>
                      </w:rPr>
                      <w:t>3</w:t>
                    </w:r>
                    <w:r w:rsidRPr="001F1383">
                      <w:rPr>
                        <w:rFonts w:cs="Arial"/>
                        <w:color w:val="BFBFBF" w:themeColor="background1" w:themeShade="BF"/>
                        <w:sz w:val="16"/>
                      </w:rPr>
                      <w:fldChar w:fldCharType="end"/>
                    </w:r>
                    <w:r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 xml:space="preserve"> SECTIONPAGES   \* MERGEFORMAT </w:instrText>
                    </w:r>
                    <w:r w:rsidRPr="001F1383">
                      <w:rPr>
                        <w:rFonts w:cs="Arial"/>
                        <w:color w:val="BFBFBF" w:themeColor="background1" w:themeShade="BF"/>
                        <w:sz w:val="16"/>
                      </w:rPr>
                      <w:fldChar w:fldCharType="separate"/>
                    </w:r>
                    <w:r w:rsidR="0082468C">
                      <w:rPr>
                        <w:rFonts w:cs="Arial"/>
                        <w:noProof/>
                        <w:color w:val="BFBFBF" w:themeColor="background1" w:themeShade="BF"/>
                        <w:sz w:val="16"/>
                        <w:lang w:val="en-GB"/>
                      </w:rPr>
                      <w:t>3</w:t>
                    </w:r>
                    <w:r w:rsidRPr="001F1383">
                      <w:rPr>
                        <w:rFonts w:cs="Arial"/>
                        <w:color w:val="BFBFBF" w:themeColor="background1" w:themeShade="BF"/>
                        <w:sz w:val="16"/>
                      </w:rPr>
                      <w:fldChar w:fldCharType="end"/>
                    </w:r>
                    <w:r w:rsidRPr="004404B2">
                      <w:rPr>
                        <w:rFonts w:cs="Arial"/>
                        <w:color w:val="BFBFBF" w:themeColor="background1" w:themeShade="BF"/>
                        <w:sz w:val="16"/>
                        <w:lang w:val="en-GB"/>
                      </w:rPr>
                      <w:t>)</w:t>
                    </w:r>
                  </w:p>
                  <w:p w:rsidR="00CD76A1" w:rsidRPr="004404B2" w:rsidRDefault="00CD76A1" w:rsidP="00CD76A1">
                    <w:pPr>
                      <w:rPr>
                        <w:lang w:val="en-GB"/>
                      </w:rPr>
                    </w:pPr>
                  </w:p>
                </w:txbxContent>
              </v:textbox>
              <w10:wrap type="square" anchorx="margin"/>
            </v:shape>
          </w:pict>
        </mc:Fallback>
      </mc:AlternateContent>
    </w:r>
  </w:p>
  <w:p w:rsidR="003F720A" w:rsidRDefault="003F720A" w:rsidP="00CA7753">
    <w:pPr>
      <w:ind w:right="-330" w:hanging="284"/>
      <w:jc w:val="both"/>
      <w:rPr>
        <w:rFonts w:cs="Arial"/>
        <w:color w:val="BFBFBF" w:themeColor="background1" w:themeShade="BF"/>
        <w:sz w:val="16"/>
      </w:rPr>
    </w:pPr>
  </w:p>
  <w:p w:rsidR="004A079C" w:rsidRPr="002955EB" w:rsidRDefault="004A079C" w:rsidP="00324DF7">
    <w:pPr>
      <w:ind w:right="-330" w:hanging="426"/>
      <w:jc w:val="both"/>
      <w:rPr>
        <w:rFonts w:cs="Arial"/>
        <w:color w:val="808080" w:themeColor="background1" w:themeShade="80"/>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507" w:rsidRDefault="00131507" w:rsidP="003F720A">
    <w:pPr>
      <w:jc w:val="both"/>
      <w:rPr>
        <w:rFonts w:cs="Arial"/>
        <w:color w:val="BFBFBF" w:themeColor="background1" w:themeShade="BF"/>
        <w:sz w:val="16"/>
      </w:rPr>
    </w:pPr>
  </w:p>
  <w:p w:rsidR="004A079C" w:rsidRDefault="004404B2" w:rsidP="003F720A">
    <w:pPr>
      <w:jc w:val="both"/>
      <w:rPr>
        <w:rFonts w:cs="Arial"/>
        <w:color w:val="BFBFBF" w:themeColor="background1" w:themeShade="BF"/>
        <w:sz w:val="16"/>
      </w:rPr>
    </w:pPr>
    <w:r w:rsidRPr="003F720A">
      <w:rPr>
        <w:rFonts w:cs="Arial"/>
        <w:noProof/>
        <w:color w:val="BFBFBF" w:themeColor="background1" w:themeShade="BF"/>
        <w:sz w:val="16"/>
        <w:lang w:eastAsia="sv-SE"/>
      </w:rPr>
      <mc:AlternateContent>
        <mc:Choice Requires="wps">
          <w:drawing>
            <wp:anchor distT="45720" distB="45720" distL="114300" distR="114300" simplePos="0" relativeHeight="251679744" behindDoc="0" locked="0" layoutInCell="1" allowOverlap="1" wp14:anchorId="2F4FC867" wp14:editId="2F4FC868">
              <wp:simplePos x="0" y="0"/>
              <wp:positionH relativeFrom="margin">
                <wp:posOffset>-297815</wp:posOffset>
              </wp:positionH>
              <wp:positionV relativeFrom="paragraph">
                <wp:posOffset>287433</wp:posOffset>
              </wp:positionV>
              <wp:extent cx="6356350" cy="285750"/>
              <wp:effectExtent l="0" t="0" r="6350" b="0"/>
              <wp:wrapSquare wrapText="bothSides"/>
              <wp:docPr id="4"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0" cy="285750"/>
                      </a:xfrm>
                      <a:prstGeom prst="rect">
                        <a:avLst/>
                      </a:prstGeom>
                      <a:solidFill>
                        <a:srgbClr val="FFFFFF"/>
                      </a:solidFill>
                      <a:ln w="9525">
                        <a:noFill/>
                        <a:miter lim="800000"/>
                        <a:headEnd/>
                        <a:tailEnd/>
                      </a:ln>
                    </wps:spPr>
                    <wps:txbx>
                      <w:txbxContent>
                        <w:p w:rsidR="003F720A" w:rsidRPr="004404B2" w:rsidRDefault="003F720A" w:rsidP="003F720A">
                          <w:pPr>
                            <w:ind w:right="-330" w:hanging="284"/>
                            <w:jc w:val="both"/>
                            <w:rPr>
                              <w:rFonts w:cs="Arial"/>
                              <w:color w:val="BFBFBF" w:themeColor="background1" w:themeShade="BF"/>
                              <w:sz w:val="16"/>
                              <w:lang w:val="en-GB"/>
                            </w:rPr>
                          </w:pPr>
                          <w:r w:rsidRPr="004404B2">
                            <w:rPr>
                              <w:rFonts w:cs="Arial"/>
                              <w:color w:val="BFBFBF" w:themeColor="background1" w:themeShade="BF"/>
                              <w:sz w:val="16"/>
                              <w:lang w:val="en-GB"/>
                            </w:rPr>
                            <w:t xml:space="preserve">    w</w:t>
                          </w:r>
                          <w:r w:rsidR="004404B2" w:rsidRPr="004404B2">
                            <w:rPr>
                              <w:rFonts w:cs="Arial"/>
                              <w:color w:val="BFBFBF" w:themeColor="background1" w:themeShade="BF"/>
                              <w:sz w:val="16"/>
                              <w:lang w:val="en-GB"/>
                            </w:rPr>
                            <w:t xml:space="preserve">ww.snd.gu.se   |   (+46) 31-786 10 00   | </w:t>
                          </w:r>
                          <w:r w:rsidRPr="004404B2">
                            <w:rPr>
                              <w:rFonts w:cs="Arial"/>
                              <w:color w:val="BFBFBF" w:themeColor="background1" w:themeShade="BF"/>
                              <w:sz w:val="16"/>
                              <w:lang w:val="en-GB"/>
                            </w:rPr>
                            <w:t xml:space="preserve">  </w:t>
                          </w:r>
                          <w:hyperlink r:id="rId1" w:history="1">
                            <w:r w:rsidRPr="004404B2">
                              <w:rPr>
                                <w:rStyle w:val="SidhuvudChar"/>
                                <w:rFonts w:cs="Arial"/>
                                <w:color w:val="BFBFBF" w:themeColor="background1" w:themeShade="BF"/>
                                <w:sz w:val="16"/>
                                <w:lang w:val="en-GB"/>
                              </w:rPr>
                              <w:t>snd@gu.se</w:t>
                            </w:r>
                          </w:hyperlink>
                          <w:r w:rsidR="004404B2" w:rsidRPr="004404B2">
                            <w:rPr>
                              <w:rFonts w:cs="Arial"/>
                              <w:color w:val="BFBFBF" w:themeColor="background1" w:themeShade="BF"/>
                              <w:sz w:val="16"/>
                              <w:lang w:val="en-GB"/>
                            </w:rPr>
                            <w:t xml:space="preserve">   |  </w:t>
                          </w:r>
                          <w:r w:rsidRPr="004404B2">
                            <w:rPr>
                              <w:rFonts w:cs="Arial"/>
                              <w:color w:val="BFBFBF" w:themeColor="background1" w:themeShade="BF"/>
                              <w:sz w:val="16"/>
                              <w:lang w:val="en-GB"/>
                            </w:rPr>
                            <w:t xml:space="preserve"> SND, </w:t>
                          </w:r>
                          <w:r w:rsidR="004404B2" w:rsidRPr="004404B2">
                            <w:rPr>
                              <w:rFonts w:cs="Arial"/>
                              <w:color w:val="BFBFBF" w:themeColor="background1" w:themeShade="BF"/>
                              <w:sz w:val="16"/>
                              <w:lang w:val="en-GB"/>
                            </w:rPr>
                            <w:t>University of Gothenburg</w:t>
                          </w:r>
                          <w:r w:rsidRPr="004404B2">
                            <w:rPr>
                              <w:rFonts w:cs="Arial"/>
                              <w:color w:val="BFBFBF" w:themeColor="background1" w:themeShade="BF"/>
                              <w:sz w:val="16"/>
                              <w:lang w:val="en-GB"/>
                            </w:rPr>
                            <w:t xml:space="preserve">, Box 463, 405 30 </w:t>
                          </w:r>
                          <w:r w:rsidR="004404B2" w:rsidRPr="004404B2">
                            <w:rPr>
                              <w:rFonts w:cs="Arial"/>
                              <w:color w:val="BFBFBF" w:themeColor="background1" w:themeShade="BF"/>
                              <w:sz w:val="16"/>
                              <w:lang w:val="en-GB"/>
                            </w:rPr>
                            <w:t>Gothenburg, Sweden</w:t>
                          </w:r>
                          <w:r w:rsidRPr="004404B2">
                            <w:rPr>
                              <w:rFonts w:cs="Arial"/>
                              <w:color w:val="BFBFBF" w:themeColor="background1" w:themeShade="BF"/>
                              <w:sz w:val="16"/>
                              <w:lang w:val="en-GB"/>
                            </w:rPr>
                            <w:t xml:space="preserve">    </w:t>
                          </w:r>
                          <w:r w:rsidR="004404B2" w:rsidRPr="004404B2">
                            <w:rPr>
                              <w:rFonts w:cs="Arial"/>
                              <w:color w:val="BFBFBF" w:themeColor="background1" w:themeShade="BF"/>
                              <w:sz w:val="16"/>
                              <w:lang w:val="en-GB"/>
                            </w:rPr>
                            <w:t xml:space="preserve"> </w:t>
                          </w:r>
                          <w:r w:rsidRPr="004404B2">
                            <w:rPr>
                              <w:rFonts w:cs="Arial"/>
                              <w:color w:val="BFBFBF" w:themeColor="background1" w:themeShade="BF"/>
                              <w:sz w:val="16"/>
                              <w:lang w:val="en-GB"/>
                            </w:rPr>
                            <w:t xml:space="preserve"> </w:t>
                          </w:r>
                          <w:r w:rsidR="004404B2"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PAGE   \* MERGEFORMAT</w:instrText>
                          </w:r>
                          <w:r w:rsidRPr="001F1383">
                            <w:rPr>
                              <w:rFonts w:cs="Arial"/>
                              <w:color w:val="BFBFBF" w:themeColor="background1" w:themeShade="BF"/>
                              <w:sz w:val="16"/>
                            </w:rPr>
                            <w:fldChar w:fldCharType="separate"/>
                          </w:r>
                          <w:r w:rsidR="0082468C">
                            <w:rPr>
                              <w:rFonts w:cs="Arial"/>
                              <w:noProof/>
                              <w:color w:val="BFBFBF" w:themeColor="background1" w:themeShade="BF"/>
                              <w:sz w:val="16"/>
                              <w:lang w:val="en-GB"/>
                            </w:rPr>
                            <w:t>1</w:t>
                          </w:r>
                          <w:r w:rsidRPr="001F1383">
                            <w:rPr>
                              <w:rFonts w:cs="Arial"/>
                              <w:color w:val="BFBFBF" w:themeColor="background1" w:themeShade="BF"/>
                              <w:sz w:val="16"/>
                            </w:rPr>
                            <w:fldChar w:fldCharType="end"/>
                          </w:r>
                          <w:r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 xml:space="preserve"> SECTIONPAGES   \* MERGEFORMAT </w:instrText>
                          </w:r>
                          <w:r w:rsidRPr="001F1383">
                            <w:rPr>
                              <w:rFonts w:cs="Arial"/>
                              <w:color w:val="BFBFBF" w:themeColor="background1" w:themeShade="BF"/>
                              <w:sz w:val="16"/>
                            </w:rPr>
                            <w:fldChar w:fldCharType="separate"/>
                          </w:r>
                          <w:r w:rsidR="0082468C">
                            <w:rPr>
                              <w:rFonts w:cs="Arial"/>
                              <w:noProof/>
                              <w:color w:val="BFBFBF" w:themeColor="background1" w:themeShade="BF"/>
                              <w:sz w:val="16"/>
                              <w:lang w:val="en-GB"/>
                            </w:rPr>
                            <w:t>3</w:t>
                          </w:r>
                          <w:r w:rsidRPr="001F1383">
                            <w:rPr>
                              <w:rFonts w:cs="Arial"/>
                              <w:color w:val="BFBFBF" w:themeColor="background1" w:themeShade="BF"/>
                              <w:sz w:val="16"/>
                            </w:rPr>
                            <w:fldChar w:fldCharType="end"/>
                          </w:r>
                          <w:r w:rsidRPr="004404B2">
                            <w:rPr>
                              <w:rFonts w:cs="Arial"/>
                              <w:color w:val="BFBFBF" w:themeColor="background1" w:themeShade="BF"/>
                              <w:sz w:val="16"/>
                              <w:lang w:val="en-GB"/>
                            </w:rPr>
                            <w:t>)</w:t>
                          </w:r>
                        </w:p>
                        <w:p w:rsidR="003F720A" w:rsidRPr="004404B2" w:rsidRDefault="003F720A" w:rsidP="003F720A">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4FC867" id="_x0000_t202" coordsize="21600,21600" o:spt="202" path="m,l,21600r21600,l21600,xe">
              <v:stroke joinstyle="miter"/>
              <v:path gradientshapeok="t" o:connecttype="rect"/>
            </v:shapetype>
            <v:shape id="_x0000_s1027" type="#_x0000_t202" style="position:absolute;left:0;text-align:left;margin-left:-23.45pt;margin-top:22.65pt;width:500.5pt;height:22.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" stroked="f">
              <v:textbox>
                <w:txbxContent>
                  <w:p w:rsidR="003F720A" w:rsidRPr="004404B2" w:rsidRDefault="003F720A" w:rsidP="003F720A">
                    <w:pPr>
                      <w:ind w:right="-330" w:hanging="284"/>
                      <w:jc w:val="both"/>
                      <w:rPr>
                        <w:rFonts w:cs="Arial"/>
                        <w:color w:val="BFBFBF" w:themeColor="background1" w:themeShade="BF"/>
                        <w:sz w:val="16"/>
                        <w:lang w:val="en-GB"/>
                      </w:rPr>
                    </w:pPr>
                    <w:r w:rsidRPr="004404B2">
                      <w:rPr>
                        <w:rFonts w:cs="Arial"/>
                        <w:color w:val="BFBFBF" w:themeColor="background1" w:themeShade="BF"/>
                        <w:sz w:val="16"/>
                        <w:lang w:val="en-GB"/>
                      </w:rPr>
                      <w:t xml:space="preserve">    w</w:t>
                    </w:r>
                    <w:r w:rsidR="004404B2" w:rsidRPr="004404B2">
                      <w:rPr>
                        <w:rFonts w:cs="Arial"/>
                        <w:color w:val="BFBFBF" w:themeColor="background1" w:themeShade="BF"/>
                        <w:sz w:val="16"/>
                        <w:lang w:val="en-GB"/>
                      </w:rPr>
                      <w:t xml:space="preserve">ww.snd.gu.se   |   (+46) 31-786 10 00   | </w:t>
                    </w:r>
                    <w:r w:rsidRPr="004404B2">
                      <w:rPr>
                        <w:rFonts w:cs="Arial"/>
                        <w:color w:val="BFBFBF" w:themeColor="background1" w:themeShade="BF"/>
                        <w:sz w:val="16"/>
                        <w:lang w:val="en-GB"/>
                      </w:rPr>
                      <w:t xml:space="preserve">  </w:t>
                    </w:r>
                    <w:hyperlink r:id="rId2" w:history="1">
                      <w:r w:rsidRPr="004404B2">
                        <w:rPr>
                          <w:rStyle w:val="SidhuvudChar"/>
                          <w:rFonts w:cs="Arial"/>
                          <w:color w:val="BFBFBF" w:themeColor="background1" w:themeShade="BF"/>
                          <w:sz w:val="16"/>
                          <w:lang w:val="en-GB"/>
                        </w:rPr>
                        <w:t>snd@gu.se</w:t>
                      </w:r>
                    </w:hyperlink>
                    <w:r w:rsidR="004404B2" w:rsidRPr="004404B2">
                      <w:rPr>
                        <w:rFonts w:cs="Arial"/>
                        <w:color w:val="BFBFBF" w:themeColor="background1" w:themeShade="BF"/>
                        <w:sz w:val="16"/>
                        <w:lang w:val="en-GB"/>
                      </w:rPr>
                      <w:t xml:space="preserve">   |  </w:t>
                    </w:r>
                    <w:r w:rsidRPr="004404B2">
                      <w:rPr>
                        <w:rFonts w:cs="Arial"/>
                        <w:color w:val="BFBFBF" w:themeColor="background1" w:themeShade="BF"/>
                        <w:sz w:val="16"/>
                        <w:lang w:val="en-GB"/>
                      </w:rPr>
                      <w:t xml:space="preserve"> SND, </w:t>
                    </w:r>
                    <w:r w:rsidR="004404B2" w:rsidRPr="004404B2">
                      <w:rPr>
                        <w:rFonts w:cs="Arial"/>
                        <w:color w:val="BFBFBF" w:themeColor="background1" w:themeShade="BF"/>
                        <w:sz w:val="16"/>
                        <w:lang w:val="en-GB"/>
                      </w:rPr>
                      <w:t>University of Gothenburg</w:t>
                    </w:r>
                    <w:r w:rsidRPr="004404B2">
                      <w:rPr>
                        <w:rFonts w:cs="Arial"/>
                        <w:color w:val="BFBFBF" w:themeColor="background1" w:themeShade="BF"/>
                        <w:sz w:val="16"/>
                        <w:lang w:val="en-GB"/>
                      </w:rPr>
                      <w:t xml:space="preserve">, Box 463, 405 30 </w:t>
                    </w:r>
                    <w:r w:rsidR="004404B2" w:rsidRPr="004404B2">
                      <w:rPr>
                        <w:rFonts w:cs="Arial"/>
                        <w:color w:val="BFBFBF" w:themeColor="background1" w:themeShade="BF"/>
                        <w:sz w:val="16"/>
                        <w:lang w:val="en-GB"/>
                      </w:rPr>
                      <w:t>Gothenburg, Sweden</w:t>
                    </w:r>
                    <w:r w:rsidRPr="004404B2">
                      <w:rPr>
                        <w:rFonts w:cs="Arial"/>
                        <w:color w:val="BFBFBF" w:themeColor="background1" w:themeShade="BF"/>
                        <w:sz w:val="16"/>
                        <w:lang w:val="en-GB"/>
                      </w:rPr>
                      <w:t xml:space="preserve">    </w:t>
                    </w:r>
                    <w:r w:rsidR="004404B2" w:rsidRPr="004404B2">
                      <w:rPr>
                        <w:rFonts w:cs="Arial"/>
                        <w:color w:val="BFBFBF" w:themeColor="background1" w:themeShade="BF"/>
                        <w:sz w:val="16"/>
                        <w:lang w:val="en-GB"/>
                      </w:rPr>
                      <w:t xml:space="preserve"> </w:t>
                    </w:r>
                    <w:r w:rsidRPr="004404B2">
                      <w:rPr>
                        <w:rFonts w:cs="Arial"/>
                        <w:color w:val="BFBFBF" w:themeColor="background1" w:themeShade="BF"/>
                        <w:sz w:val="16"/>
                        <w:lang w:val="en-GB"/>
                      </w:rPr>
                      <w:t xml:space="preserve"> </w:t>
                    </w:r>
                    <w:r w:rsidR="004404B2"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PAGE   \* MERGEFORMAT</w:instrText>
                    </w:r>
                    <w:r w:rsidRPr="001F1383">
                      <w:rPr>
                        <w:rFonts w:cs="Arial"/>
                        <w:color w:val="BFBFBF" w:themeColor="background1" w:themeShade="BF"/>
                        <w:sz w:val="16"/>
                      </w:rPr>
                      <w:fldChar w:fldCharType="separate"/>
                    </w:r>
                    <w:r w:rsidR="0082468C">
                      <w:rPr>
                        <w:rFonts w:cs="Arial"/>
                        <w:noProof/>
                        <w:color w:val="BFBFBF" w:themeColor="background1" w:themeShade="BF"/>
                        <w:sz w:val="16"/>
                        <w:lang w:val="en-GB"/>
                      </w:rPr>
                      <w:t>1</w:t>
                    </w:r>
                    <w:r w:rsidRPr="001F1383">
                      <w:rPr>
                        <w:rFonts w:cs="Arial"/>
                        <w:color w:val="BFBFBF" w:themeColor="background1" w:themeShade="BF"/>
                        <w:sz w:val="16"/>
                      </w:rPr>
                      <w:fldChar w:fldCharType="end"/>
                    </w:r>
                    <w:r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 xml:space="preserve"> SECTIONPAGES   \* MERGEFORMAT </w:instrText>
                    </w:r>
                    <w:r w:rsidRPr="001F1383">
                      <w:rPr>
                        <w:rFonts w:cs="Arial"/>
                        <w:color w:val="BFBFBF" w:themeColor="background1" w:themeShade="BF"/>
                        <w:sz w:val="16"/>
                      </w:rPr>
                      <w:fldChar w:fldCharType="separate"/>
                    </w:r>
                    <w:r w:rsidR="0082468C">
                      <w:rPr>
                        <w:rFonts w:cs="Arial"/>
                        <w:noProof/>
                        <w:color w:val="BFBFBF" w:themeColor="background1" w:themeShade="BF"/>
                        <w:sz w:val="16"/>
                        <w:lang w:val="en-GB"/>
                      </w:rPr>
                      <w:t>3</w:t>
                    </w:r>
                    <w:r w:rsidRPr="001F1383">
                      <w:rPr>
                        <w:rFonts w:cs="Arial"/>
                        <w:color w:val="BFBFBF" w:themeColor="background1" w:themeShade="BF"/>
                        <w:sz w:val="16"/>
                      </w:rPr>
                      <w:fldChar w:fldCharType="end"/>
                    </w:r>
                    <w:r w:rsidRPr="004404B2">
                      <w:rPr>
                        <w:rFonts w:cs="Arial"/>
                        <w:color w:val="BFBFBF" w:themeColor="background1" w:themeShade="BF"/>
                        <w:sz w:val="16"/>
                        <w:lang w:val="en-GB"/>
                      </w:rPr>
                      <w:t>)</w:t>
                    </w:r>
                  </w:p>
                  <w:p w:rsidR="003F720A" w:rsidRPr="004404B2" w:rsidRDefault="003F720A" w:rsidP="003F720A">
                    <w:pPr>
                      <w:rPr>
                        <w:lang w:val="en-GB"/>
                      </w:rPr>
                    </w:pPr>
                  </w:p>
                </w:txbxContent>
              </v:textbox>
              <w10:wrap type="square" anchorx="margin"/>
            </v:shape>
          </w:pict>
        </mc:Fallback>
      </mc:AlternateContent>
    </w:r>
    <w:r w:rsidRPr="003F720A">
      <w:rPr>
        <w:rFonts w:cs="Arial"/>
        <w:noProof/>
        <w:color w:val="BFBFBF" w:themeColor="background1" w:themeShade="BF"/>
        <w:sz w:val="16"/>
        <w:lang w:eastAsia="sv-SE"/>
      </w:rPr>
      <mc:AlternateContent>
        <mc:Choice Requires="wps">
          <w:drawing>
            <wp:anchor distT="0" distB="0" distL="114300" distR="114300" simplePos="0" relativeHeight="251678720" behindDoc="0" locked="0" layoutInCell="1" allowOverlap="1" wp14:anchorId="2F4FC869" wp14:editId="2F4FC86A">
              <wp:simplePos x="0" y="0"/>
              <wp:positionH relativeFrom="margin">
                <wp:posOffset>-315595</wp:posOffset>
              </wp:positionH>
              <wp:positionV relativeFrom="paragraph">
                <wp:posOffset>118967</wp:posOffset>
              </wp:positionV>
              <wp:extent cx="6343650" cy="0"/>
              <wp:effectExtent l="0" t="0" r="19050" b="19050"/>
              <wp:wrapNone/>
              <wp:docPr id="3" name="Rak koppling 3"/>
              <wp:cNvGraphicFramePr/>
              <a:graphic xmlns:a="http://schemas.openxmlformats.org/drawingml/2006/main">
                <a:graphicData uri="http://schemas.microsoft.com/office/word/2010/wordprocessingShape">
                  <wps:wsp>
                    <wps:cNvCnPr/>
                    <wps:spPr>
                      <a:xfrm>
                        <a:off x="0" y="0"/>
                        <a:ext cx="6343650" cy="0"/>
                      </a:xfrm>
                      <a:prstGeom prst="line">
                        <a:avLst/>
                      </a:prstGeom>
                      <a:ln>
                        <a:solidFill>
                          <a:srgbClr val="659DD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079DA1E" id="Rak koppling 3" o:spid="_x0000_s1026" style="position:absolute;z-index:2516787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4.85pt,9.35pt" to="474.6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" strokecolor="#659dd2" strokeweight=".5pt">
              <v:stroke joinstyle="miter"/>
              <w10:wrap anchorx="margin"/>
            </v:line>
          </w:pict>
        </mc:Fallback>
      </mc:AlternateContent>
    </w:r>
  </w:p>
  <w:p w:rsidR="003F720A" w:rsidRDefault="003F720A" w:rsidP="00357F15">
    <w:pPr>
      <w:ind w:left="-426" w:firstLine="142"/>
      <w:jc w:val="both"/>
      <w:rPr>
        <w:rFonts w:cs="Arial"/>
        <w:color w:val="BFBFBF" w:themeColor="background1" w:themeShade="BF"/>
        <w:sz w:val="16"/>
      </w:rPr>
    </w:pPr>
  </w:p>
  <w:p w:rsidR="003F720A" w:rsidRPr="00357F15" w:rsidRDefault="003F720A" w:rsidP="00357F15">
    <w:pPr>
      <w:ind w:left="-426" w:firstLine="142"/>
      <w:jc w:val="both"/>
      <w:rPr>
        <w:rFonts w:cs="Arial"/>
        <w:color w:val="BFBFBF" w:themeColor="background1" w:themeShade="BF"/>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933" w:rsidRDefault="00044933" w:rsidP="007575C5">
      <w:pPr>
        <w:spacing w:after="0" w:line="240" w:lineRule="auto"/>
      </w:pPr>
      <w:r>
        <w:separator/>
      </w:r>
    </w:p>
  </w:footnote>
  <w:footnote w:type="continuationSeparator" w:id="0">
    <w:p w:rsidR="00044933" w:rsidRDefault="00044933" w:rsidP="00757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507" w:rsidRDefault="004404B2" w:rsidP="004404B2">
    <w:pPr>
      <w:pStyle w:val="Sidhuvud"/>
      <w:ind w:hanging="284"/>
      <w:jc w:val="center"/>
    </w:pPr>
    <w:r>
      <w:rPr>
        <w:noProof/>
        <w:lang w:eastAsia="sv-SE"/>
      </w:rPr>
      <w:drawing>
        <wp:anchor distT="0" distB="0" distL="114300" distR="114300" simplePos="0" relativeHeight="251681792" behindDoc="0" locked="0" layoutInCell="1" allowOverlap="1" wp14:anchorId="2F4FC85F" wp14:editId="2F4FC860">
          <wp:simplePos x="0" y="0"/>
          <wp:positionH relativeFrom="column">
            <wp:posOffset>-178955</wp:posOffset>
          </wp:positionH>
          <wp:positionV relativeFrom="page">
            <wp:posOffset>499745</wp:posOffset>
          </wp:positionV>
          <wp:extent cx="2112010" cy="504825"/>
          <wp:effectExtent l="0" t="0" r="2540" b="9525"/>
          <wp:wrapSquare wrapText="bothSides"/>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D_logotyp_eng_genomskinli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12010" cy="504825"/>
                  </a:xfrm>
                  <a:prstGeom prst="rect">
                    <a:avLst/>
                  </a:prstGeom>
                </pic:spPr>
              </pic:pic>
            </a:graphicData>
          </a:graphic>
        </wp:anchor>
      </w:drawing>
    </w:r>
  </w:p>
  <w:p w:rsidR="00131507" w:rsidRDefault="00131507" w:rsidP="00357F15">
    <w:pPr>
      <w:pStyle w:val="Sidhuvud"/>
      <w:ind w:hanging="426"/>
      <w:jc w:val="center"/>
    </w:pPr>
  </w:p>
  <w:p w:rsidR="00131507" w:rsidRDefault="00131507" w:rsidP="00357F15">
    <w:pPr>
      <w:pStyle w:val="Sidhuvud"/>
      <w:ind w:hanging="426"/>
      <w:jc w:val="center"/>
    </w:pPr>
  </w:p>
  <w:p w:rsidR="00131507" w:rsidRDefault="00131507" w:rsidP="00357F15">
    <w:pPr>
      <w:pStyle w:val="Sidhuvud"/>
      <w:ind w:hanging="426"/>
      <w:jc w:val="center"/>
    </w:pPr>
  </w:p>
  <w:p w:rsidR="00131507" w:rsidRDefault="00131507" w:rsidP="00357F15">
    <w:pPr>
      <w:pStyle w:val="Sidhuvud"/>
      <w:ind w:hanging="426"/>
      <w:jc w:val="center"/>
    </w:pPr>
  </w:p>
  <w:p w:rsidR="007844B8" w:rsidRDefault="007844B8" w:rsidP="00357F15">
    <w:pPr>
      <w:pStyle w:val="Sidhuvud"/>
      <w:ind w:hanging="426"/>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507" w:rsidRDefault="0054057B" w:rsidP="00357F15">
    <w:pPr>
      <w:pStyle w:val="Sidhuvud"/>
      <w:ind w:hanging="426"/>
    </w:pPr>
    <w:r>
      <w:rPr>
        <w:noProof/>
        <w:lang w:eastAsia="sv-SE"/>
      </w:rPr>
      <w:drawing>
        <wp:anchor distT="0" distB="0" distL="114300" distR="114300" simplePos="0" relativeHeight="251658239" behindDoc="0" locked="0" layoutInCell="1" allowOverlap="1" wp14:anchorId="3AC01900" wp14:editId="7EABFB30">
          <wp:simplePos x="0" y="0"/>
          <wp:positionH relativeFrom="column">
            <wp:posOffset>-304800</wp:posOffset>
          </wp:positionH>
          <wp:positionV relativeFrom="paragraph">
            <wp:posOffset>-30480</wp:posOffset>
          </wp:positionV>
          <wp:extent cx="2074674" cy="554182"/>
          <wp:effectExtent l="0" t="0" r="1905" b="0"/>
          <wp:wrapNone/>
          <wp:docPr id="6"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ND_logo_e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4202" cy="559398"/>
                  </a:xfrm>
                  <a:prstGeom prst="rect">
                    <a:avLst/>
                  </a:prstGeom>
                </pic:spPr>
              </pic:pic>
            </a:graphicData>
          </a:graphic>
          <wp14:sizeRelH relativeFrom="margin">
            <wp14:pctWidth>0</wp14:pctWidth>
          </wp14:sizeRelH>
          <wp14:sizeRelV relativeFrom="margin">
            <wp14:pctHeight>0</wp14:pctHeight>
          </wp14:sizeRelV>
        </wp:anchor>
      </w:drawing>
    </w:r>
  </w:p>
  <w:p w:rsidR="00357F15" w:rsidRDefault="00357F15" w:rsidP="00357F15">
    <w:pPr>
      <w:pStyle w:val="Sidhuvud"/>
      <w:ind w:hanging="426"/>
    </w:pPr>
  </w:p>
  <w:p w:rsidR="00131507" w:rsidRDefault="00131507" w:rsidP="00357F15">
    <w:pPr>
      <w:pStyle w:val="Sidhuvud"/>
      <w:ind w:hanging="426"/>
    </w:pPr>
  </w:p>
  <w:p w:rsidR="004404B2" w:rsidRDefault="004404B2" w:rsidP="00357F15">
    <w:pPr>
      <w:pStyle w:val="Sidhuvud"/>
      <w:ind w:hanging="426"/>
    </w:pPr>
  </w:p>
  <w:p w:rsidR="004404B2" w:rsidRDefault="004404B2" w:rsidP="00357F15">
    <w:pPr>
      <w:pStyle w:val="Sidhuvud"/>
      <w:ind w:hanging="426"/>
    </w:pPr>
  </w:p>
  <w:p w:rsidR="004404B2" w:rsidRDefault="004404B2" w:rsidP="00357F15">
    <w:pPr>
      <w:pStyle w:val="Sidhuvud"/>
      <w:ind w:hanging="42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11643"/>
    <w:multiLevelType w:val="hybridMultilevel"/>
    <w:tmpl w:val="63C6348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E034DB7"/>
    <w:multiLevelType w:val="hybridMultilevel"/>
    <w:tmpl w:val="4D7CE0F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2E0A5F5D"/>
    <w:multiLevelType w:val="hybridMultilevel"/>
    <w:tmpl w:val="1CC0468E"/>
    <w:lvl w:ilvl="0" w:tplc="59463EF8">
      <w:start w:val="4"/>
      <w:numFmt w:val="bullet"/>
      <w:lvlText w:val=""/>
      <w:lvlJc w:val="left"/>
      <w:pPr>
        <w:ind w:left="720" w:hanging="360"/>
      </w:pPr>
      <w:rPr>
        <w:rFonts w:ascii="Symbol" w:eastAsia="Times New Roman" w:hAnsi="Symbol" w:cs="Aria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47E617D0"/>
    <w:multiLevelType w:val="hybridMultilevel"/>
    <w:tmpl w:val="81CE36E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4E025B24"/>
    <w:multiLevelType w:val="hybridMultilevel"/>
    <w:tmpl w:val="CF00D18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79D07451"/>
    <w:multiLevelType w:val="hybridMultilevel"/>
    <w:tmpl w:val="295402B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3E9"/>
    <w:rsid w:val="00003969"/>
    <w:rsid w:val="0001250B"/>
    <w:rsid w:val="00022618"/>
    <w:rsid w:val="00044933"/>
    <w:rsid w:val="000708E9"/>
    <w:rsid w:val="00116001"/>
    <w:rsid w:val="00131507"/>
    <w:rsid w:val="00137134"/>
    <w:rsid w:val="001F1383"/>
    <w:rsid w:val="00283290"/>
    <w:rsid w:val="002939E6"/>
    <w:rsid w:val="002955EB"/>
    <w:rsid w:val="00324DF7"/>
    <w:rsid w:val="003325ED"/>
    <w:rsid w:val="00357F15"/>
    <w:rsid w:val="003E6A73"/>
    <w:rsid w:val="003E712B"/>
    <w:rsid w:val="003F720A"/>
    <w:rsid w:val="0041197A"/>
    <w:rsid w:val="0041446C"/>
    <w:rsid w:val="0042503F"/>
    <w:rsid w:val="004404B2"/>
    <w:rsid w:val="004A079C"/>
    <w:rsid w:val="004B6E77"/>
    <w:rsid w:val="004D26CF"/>
    <w:rsid w:val="0054057B"/>
    <w:rsid w:val="006143C8"/>
    <w:rsid w:val="006803E9"/>
    <w:rsid w:val="006F3F03"/>
    <w:rsid w:val="007445E8"/>
    <w:rsid w:val="00746DB1"/>
    <w:rsid w:val="00750065"/>
    <w:rsid w:val="00754CA1"/>
    <w:rsid w:val="00756569"/>
    <w:rsid w:val="007575C5"/>
    <w:rsid w:val="007844B8"/>
    <w:rsid w:val="0078484E"/>
    <w:rsid w:val="007B14D2"/>
    <w:rsid w:val="007E3E9D"/>
    <w:rsid w:val="0082468C"/>
    <w:rsid w:val="0087500E"/>
    <w:rsid w:val="00956425"/>
    <w:rsid w:val="00976EF1"/>
    <w:rsid w:val="009A5BB8"/>
    <w:rsid w:val="00A06206"/>
    <w:rsid w:val="00A477E9"/>
    <w:rsid w:val="00AB11C5"/>
    <w:rsid w:val="00BA4FCD"/>
    <w:rsid w:val="00CA7753"/>
    <w:rsid w:val="00CD76A1"/>
    <w:rsid w:val="00D0005D"/>
    <w:rsid w:val="00D26269"/>
    <w:rsid w:val="00DA06C4"/>
    <w:rsid w:val="00DC78AD"/>
    <w:rsid w:val="00E64248"/>
    <w:rsid w:val="00EA34DC"/>
    <w:rsid w:val="00EF6370"/>
    <w:rsid w:val="00FE5B4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80BBD6"/>
  <w15:chartTrackingRefBased/>
  <w15:docId w15:val="{66BAC47E-6B2E-6E4C-A076-1BBA1FB5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text"/>
    <w:qFormat/>
    <w:rsid w:val="006803E9"/>
    <w:pPr>
      <w:spacing w:line="360" w:lineRule="auto"/>
    </w:pPr>
    <w:rPr>
      <w:rFonts w:ascii="Arial" w:hAnsi="Arial"/>
      <w:sz w:val="20"/>
    </w:rPr>
  </w:style>
  <w:style w:type="paragraph" w:styleId="Rubrik1">
    <w:name w:val="heading 1"/>
    <w:basedOn w:val="Normal"/>
    <w:next w:val="Normal"/>
    <w:link w:val="Rubrik1Char"/>
    <w:uiPriority w:val="9"/>
    <w:qFormat/>
    <w:rsid w:val="0054057B"/>
    <w:pPr>
      <w:keepNext/>
      <w:keepLines/>
      <w:spacing w:before="360" w:after="120" w:line="240" w:lineRule="auto"/>
      <w:outlineLvl w:val="0"/>
    </w:pPr>
    <w:rPr>
      <w:rFonts w:eastAsiaTheme="majorEastAsia" w:cstheme="majorBidi"/>
      <w:b/>
      <w:color w:val="659DD2"/>
      <w:sz w:val="36"/>
      <w:szCs w:val="32"/>
    </w:rPr>
  </w:style>
  <w:style w:type="paragraph" w:styleId="Rubrik2">
    <w:name w:val="heading 2"/>
    <w:basedOn w:val="Normal"/>
    <w:next w:val="Normal"/>
    <w:link w:val="Rubrik2Char"/>
    <w:uiPriority w:val="9"/>
    <w:unhideWhenUsed/>
    <w:qFormat/>
    <w:rsid w:val="00DC78AD"/>
    <w:pPr>
      <w:keepNext/>
      <w:keepLines/>
      <w:spacing w:before="360" w:after="80"/>
      <w:outlineLvl w:val="1"/>
    </w:pPr>
    <w:rPr>
      <w:rFonts w:eastAsiaTheme="majorEastAsia" w:cstheme="majorBidi"/>
      <w:b/>
      <w:color w:val="659DD2"/>
      <w:sz w:val="24"/>
      <w:szCs w:val="26"/>
    </w:rPr>
  </w:style>
  <w:style w:type="paragraph" w:styleId="Rubrik3">
    <w:name w:val="heading 3"/>
    <w:basedOn w:val="Normal"/>
    <w:next w:val="Normal"/>
    <w:link w:val="Rubrik3Char"/>
    <w:uiPriority w:val="9"/>
    <w:unhideWhenUsed/>
    <w:qFormat/>
    <w:rsid w:val="006803E9"/>
    <w:pPr>
      <w:keepNext/>
      <w:keepLines/>
      <w:spacing w:before="360" w:after="80"/>
      <w:outlineLvl w:val="2"/>
    </w:pPr>
    <w:rPr>
      <w:rFonts w:eastAsiaTheme="majorEastAsia" w:cstheme="majorBidi"/>
      <w:b/>
      <w:color w:val="595959" w:themeColor="text1" w:themeTint="A6"/>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575C5"/>
    <w:pPr>
      <w:tabs>
        <w:tab w:val="center" w:pos="4513"/>
        <w:tab w:val="right" w:pos="9026"/>
      </w:tabs>
      <w:spacing w:after="0" w:line="240" w:lineRule="auto"/>
    </w:pPr>
  </w:style>
  <w:style w:type="character" w:customStyle="1" w:styleId="SidhuvudChar">
    <w:name w:val="Sidhuvud Char"/>
    <w:basedOn w:val="Standardstycketeckensnitt"/>
    <w:link w:val="Sidhuvud"/>
    <w:uiPriority w:val="99"/>
    <w:rsid w:val="007575C5"/>
  </w:style>
  <w:style w:type="paragraph" w:styleId="Sidfot">
    <w:name w:val="footer"/>
    <w:basedOn w:val="Normal"/>
    <w:link w:val="SidfotChar"/>
    <w:uiPriority w:val="99"/>
    <w:unhideWhenUsed/>
    <w:rsid w:val="007575C5"/>
    <w:pPr>
      <w:tabs>
        <w:tab w:val="center" w:pos="4513"/>
        <w:tab w:val="right" w:pos="9026"/>
      </w:tabs>
      <w:spacing w:after="0" w:line="240" w:lineRule="auto"/>
    </w:pPr>
  </w:style>
  <w:style w:type="character" w:customStyle="1" w:styleId="SidfotChar">
    <w:name w:val="Sidfot Char"/>
    <w:basedOn w:val="Standardstycketeckensnitt"/>
    <w:link w:val="Sidfot"/>
    <w:uiPriority w:val="99"/>
    <w:rsid w:val="007575C5"/>
  </w:style>
  <w:style w:type="character" w:styleId="Hyperlnk">
    <w:name w:val="Hyperlink"/>
    <w:basedOn w:val="Standardstycketeckensnitt"/>
    <w:uiPriority w:val="99"/>
    <w:unhideWhenUsed/>
    <w:rsid w:val="007575C5"/>
    <w:rPr>
      <w:color w:val="0000FF"/>
      <w:u w:val="single"/>
    </w:rPr>
  </w:style>
  <w:style w:type="paragraph" w:styleId="Ballongtext">
    <w:name w:val="Balloon Text"/>
    <w:basedOn w:val="Normal"/>
    <w:link w:val="BallongtextChar"/>
    <w:uiPriority w:val="99"/>
    <w:semiHidden/>
    <w:unhideWhenUsed/>
    <w:rsid w:val="00003969"/>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003969"/>
    <w:rPr>
      <w:rFonts w:ascii="Segoe UI" w:hAnsi="Segoe UI" w:cs="Segoe UI"/>
      <w:sz w:val="18"/>
      <w:szCs w:val="18"/>
    </w:rPr>
  </w:style>
  <w:style w:type="paragraph" w:styleId="Liststycke">
    <w:name w:val="List Paragraph"/>
    <w:basedOn w:val="Normal"/>
    <w:uiPriority w:val="34"/>
    <w:qFormat/>
    <w:rsid w:val="00A477E9"/>
    <w:pPr>
      <w:ind w:left="720"/>
      <w:contextualSpacing/>
    </w:pPr>
  </w:style>
  <w:style w:type="paragraph" w:styleId="Normalwebb">
    <w:name w:val="Normal (Web)"/>
    <w:basedOn w:val="Normal"/>
    <w:uiPriority w:val="99"/>
    <w:unhideWhenUsed/>
    <w:rsid w:val="00AB11C5"/>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customStyle="1" w:styleId="Rubrik1Char">
    <w:name w:val="Rubrik 1 Char"/>
    <w:basedOn w:val="Standardstycketeckensnitt"/>
    <w:link w:val="Rubrik1"/>
    <w:uiPriority w:val="9"/>
    <w:rsid w:val="0054057B"/>
    <w:rPr>
      <w:rFonts w:ascii="Arial" w:eastAsiaTheme="majorEastAsia" w:hAnsi="Arial" w:cstheme="majorBidi"/>
      <w:b/>
      <w:color w:val="659DD2"/>
      <w:sz w:val="36"/>
      <w:szCs w:val="32"/>
    </w:rPr>
  </w:style>
  <w:style w:type="paragraph" w:styleId="Underrubrik">
    <w:name w:val="Subtitle"/>
    <w:basedOn w:val="Normal"/>
    <w:next w:val="Normal"/>
    <w:link w:val="UnderrubrikChar"/>
    <w:uiPriority w:val="11"/>
    <w:qFormat/>
    <w:rsid w:val="0054057B"/>
    <w:pPr>
      <w:numPr>
        <w:ilvl w:val="1"/>
      </w:numPr>
      <w:spacing w:line="240" w:lineRule="auto"/>
    </w:pPr>
    <w:rPr>
      <w:rFonts w:eastAsiaTheme="minorEastAsia"/>
      <w:color w:val="5A5A5A" w:themeColor="text1" w:themeTint="A5"/>
      <w:spacing w:val="15"/>
      <w:sz w:val="28"/>
    </w:rPr>
  </w:style>
  <w:style w:type="character" w:customStyle="1" w:styleId="UnderrubrikChar">
    <w:name w:val="Underrubrik Char"/>
    <w:basedOn w:val="Standardstycketeckensnitt"/>
    <w:link w:val="Underrubrik"/>
    <w:uiPriority w:val="11"/>
    <w:rsid w:val="0054057B"/>
    <w:rPr>
      <w:rFonts w:ascii="Arial" w:eastAsiaTheme="minorEastAsia" w:hAnsi="Arial"/>
      <w:color w:val="5A5A5A" w:themeColor="text1" w:themeTint="A5"/>
      <w:spacing w:val="15"/>
      <w:sz w:val="28"/>
    </w:rPr>
  </w:style>
  <w:style w:type="paragraph" w:styleId="Ingetavstnd">
    <w:name w:val="No Spacing"/>
    <w:aliases w:val="Datum tid plats"/>
    <w:uiPriority w:val="1"/>
    <w:qFormat/>
    <w:rsid w:val="0041446C"/>
    <w:pPr>
      <w:spacing w:after="0" w:line="240" w:lineRule="auto"/>
    </w:pPr>
    <w:rPr>
      <w:rFonts w:ascii="Arial" w:hAnsi="Arial"/>
      <w:i/>
      <w:color w:val="595959" w:themeColor="text1" w:themeTint="A6"/>
      <w:sz w:val="20"/>
    </w:rPr>
  </w:style>
  <w:style w:type="character" w:customStyle="1" w:styleId="Rubrik2Char">
    <w:name w:val="Rubrik 2 Char"/>
    <w:basedOn w:val="Standardstycketeckensnitt"/>
    <w:link w:val="Rubrik2"/>
    <w:uiPriority w:val="9"/>
    <w:rsid w:val="00DC78AD"/>
    <w:rPr>
      <w:rFonts w:ascii="Arial" w:eastAsiaTheme="majorEastAsia" w:hAnsi="Arial" w:cstheme="majorBidi"/>
      <w:b/>
      <w:color w:val="659DD2"/>
      <w:sz w:val="24"/>
      <w:szCs w:val="26"/>
    </w:rPr>
  </w:style>
  <w:style w:type="paragraph" w:styleId="Rubrik">
    <w:name w:val="Title"/>
    <w:aliases w:val="Rubrik3"/>
    <w:basedOn w:val="Normal"/>
    <w:next w:val="Normal"/>
    <w:link w:val="RubrikChar"/>
    <w:uiPriority w:val="10"/>
    <w:qFormat/>
    <w:rsid w:val="00DC78AD"/>
    <w:pPr>
      <w:spacing w:before="360" w:after="80"/>
      <w:contextualSpacing/>
    </w:pPr>
    <w:rPr>
      <w:rFonts w:eastAsiaTheme="majorEastAsia" w:cstheme="majorBidi"/>
      <w:b/>
      <w:color w:val="595959" w:themeColor="text1" w:themeTint="A6"/>
      <w:spacing w:val="-10"/>
      <w:kern w:val="28"/>
      <w:szCs w:val="56"/>
    </w:rPr>
  </w:style>
  <w:style w:type="character" w:customStyle="1" w:styleId="RubrikChar">
    <w:name w:val="Rubrik Char"/>
    <w:aliases w:val="Rubrik3 Char"/>
    <w:basedOn w:val="Standardstycketeckensnitt"/>
    <w:link w:val="Rubrik"/>
    <w:uiPriority w:val="10"/>
    <w:rsid w:val="00DC78AD"/>
    <w:rPr>
      <w:rFonts w:ascii="Arial" w:eastAsiaTheme="majorEastAsia" w:hAnsi="Arial" w:cstheme="majorBidi"/>
      <w:b/>
      <w:color w:val="595959" w:themeColor="text1" w:themeTint="A6"/>
      <w:spacing w:val="-10"/>
      <w:kern w:val="28"/>
      <w:sz w:val="20"/>
      <w:szCs w:val="56"/>
    </w:rPr>
  </w:style>
  <w:style w:type="character" w:customStyle="1" w:styleId="Rubrik3Char">
    <w:name w:val="Rubrik 3 Char"/>
    <w:basedOn w:val="Standardstycketeckensnitt"/>
    <w:link w:val="Rubrik3"/>
    <w:uiPriority w:val="9"/>
    <w:rsid w:val="006803E9"/>
    <w:rPr>
      <w:rFonts w:ascii="Arial" w:eastAsiaTheme="majorEastAsia" w:hAnsi="Arial" w:cstheme="majorBidi"/>
      <w:b/>
      <w:color w:val="595959" w:themeColor="text1" w:themeTint="A6"/>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063615">
      <w:bodyDiv w:val="1"/>
      <w:marLeft w:val="0"/>
      <w:marRight w:val="0"/>
      <w:marTop w:val="0"/>
      <w:marBottom w:val="0"/>
      <w:divBdr>
        <w:top w:val="none" w:sz="0" w:space="0" w:color="auto"/>
        <w:left w:val="none" w:sz="0" w:space="0" w:color="auto"/>
        <w:bottom w:val="none" w:sz="0" w:space="0" w:color="auto"/>
        <w:right w:val="none" w:sz="0" w:space="0" w:color="auto"/>
      </w:divBdr>
    </w:div>
    <w:div w:id="1784154400">
      <w:bodyDiv w:val="1"/>
      <w:marLeft w:val="0"/>
      <w:marRight w:val="0"/>
      <w:marTop w:val="0"/>
      <w:marBottom w:val="0"/>
      <w:divBdr>
        <w:top w:val="none" w:sz="0" w:space="0" w:color="auto"/>
        <w:left w:val="none" w:sz="0" w:space="0" w:color="auto"/>
        <w:bottom w:val="none" w:sz="0" w:space="0" w:color="auto"/>
        <w:right w:val="none" w:sz="0" w:space="0" w:color="auto"/>
      </w:divBdr>
    </w:div>
    <w:div w:id="1919288046">
      <w:bodyDiv w:val="1"/>
      <w:marLeft w:val="0"/>
      <w:marRight w:val="0"/>
      <w:marTop w:val="0"/>
      <w:marBottom w:val="0"/>
      <w:divBdr>
        <w:top w:val="none" w:sz="0" w:space="0" w:color="auto"/>
        <w:left w:val="none" w:sz="0" w:space="0" w:color="auto"/>
        <w:bottom w:val="none" w:sz="0" w:space="0" w:color="auto"/>
        <w:right w:val="none" w:sz="0" w:space="0" w:color="auto"/>
      </w:divBdr>
    </w:div>
    <w:div w:id="205569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nd.gu.se/sv/catalogue/search" TargetMode="External"/><Relationship Id="rId18" Type="http://schemas.openxmlformats.org/officeDocument/2006/relationships/hyperlink" Target="https://snd.gu.se/en"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nd.gu.se/sv/catalogue/search" TargetMode="External"/><Relationship Id="rId7" Type="http://schemas.openxmlformats.org/officeDocument/2006/relationships/styles" Target="styles.xml"/><Relationship Id="rId12" Type="http://schemas.openxmlformats.org/officeDocument/2006/relationships/hyperlink" Target="https://snd.gu.se/sv" TargetMode="External"/><Relationship Id="rId17" Type="http://schemas.openxmlformats.org/officeDocument/2006/relationships/hyperlink" Target="https://snd.gu.se/sv/catalogue/searc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nd.gu.se/sv" TargetMode="External"/><Relationship Id="rId20" Type="http://schemas.openxmlformats.org/officeDocument/2006/relationships/hyperlink" Target="https://snd.gu.se/s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snd.gu.se/en/catalogue/search" TargetMode="External"/><Relationship Id="rId23" Type="http://schemas.openxmlformats.org/officeDocument/2006/relationships/hyperlink" Target="https://snd.gu.se/en/catalogue/search"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snd.gu.se/en/catalogue/search"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nd.gu.se/en" TargetMode="External"/><Relationship Id="rId22" Type="http://schemas.openxmlformats.org/officeDocument/2006/relationships/hyperlink" Target="https://snd.gu.se/en"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snd@gu.se" TargetMode="External"/><Relationship Id="rId1" Type="http://schemas.openxmlformats.org/officeDocument/2006/relationships/hyperlink" Target="mailto:snd@gu.se"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snd@gu.se" TargetMode="External"/><Relationship Id="rId1" Type="http://schemas.openxmlformats.org/officeDocument/2006/relationships/hyperlink" Target="mailto:snd@gu.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liamt\AppData\Roaming\Microsoft\Templates\Dokumentmall_eng.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GU Dokument" ma:contentTypeID="0x010100C7C811754E204E47A665D3B7C5D98E1E001F75F1B42379004D873139F5D95D4129" ma:contentTypeVersion="24" ma:contentTypeDescription="" ma:contentTypeScope="" ma:versionID="d5bbe7d1199c38ae233818f516a6274b">
  <xsd:schema xmlns:xsd="http://www.w3.org/2001/XMLSchema" xmlns:xs="http://www.w3.org/2001/XMLSchema" xmlns:p="http://schemas.microsoft.com/office/2006/metadata/properties" xmlns:ns2="2a53a6d5-ab28-44f4-b2f8-9fe72ce3cf60" xmlns:ns3="231fe8cf-ccc0-454c-9b48-ac3bf72b5807" xmlns:ns4="b79d7df0-f7a9-4c01-adec-37d90b5fddf1" targetNamespace="http://schemas.microsoft.com/office/2006/metadata/properties" ma:root="true" ma:fieldsID="5e4f421d0a4af56ecd251c8c78136dbe" ns2:_="" ns3:_="" ns4:_="">
    <xsd:import namespace="2a53a6d5-ab28-44f4-b2f8-9fe72ce3cf60"/>
    <xsd:import namespace="231fe8cf-ccc0-454c-9b48-ac3bf72b5807"/>
    <xsd:import namespace="b79d7df0-f7a9-4c01-adec-37d90b5fddf1"/>
    <xsd:element name="properties">
      <xsd:complexType>
        <xsd:sequence>
          <xsd:element name="documentManagement">
            <xsd:complexType>
              <xsd:all>
                <xsd:element ref="ns2:TaxKeywordTaxHTField" minOccurs="0"/>
                <xsd:element ref="ns2:TaxCatchAll" minOccurs="0"/>
                <xsd:element ref="ns2:TaxCatchAllLabel" minOccurs="0"/>
                <xsd:element ref="ns3:GU_DocDescription" minOccurs="0"/>
                <xsd:element ref="ns3:GU_DocStatus" minOccurs="0"/>
                <xsd:element ref="ns3:ffd98747c26642ec8caf6ec3431d5d08" minOccurs="0"/>
                <xsd:element ref="ns2:_dlc_DocIdPersistId" minOccurs="0"/>
                <xsd:element ref="ns2:_dlc_DocId" minOccurs="0"/>
                <xsd:element ref="ns2:_dlc_DocIdUrl" minOccurs="0"/>
                <xsd:element ref="ns4:MediaServiceMetadata" minOccurs="0"/>
                <xsd:element ref="ns4:MediaServiceFastMetadata" minOccurs="0"/>
                <xsd:element ref="ns2:SharedWithUsers" minOccurs="0"/>
                <xsd:element ref="ns2:SharedWithDetail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Typavdok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3a6d5-ab28-44f4-b2f8-9fe72ce3cf60"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3d3cce8e-fd49-451a-ab27-572d08e46c2b}" ma:internalName="TaxCatchAll" ma:showField="CatchAllData"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d3cce8e-fd49-451a-ab27-572d08e46c2b}" ma:internalName="TaxCatchAllLabel" ma:readOnly="true" ma:showField="CatchAllDataLabel"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_dlc_DocIdPersistId" ma:index="16" nillable="true" ma:displayName="Spara ID" ma:description="Behåll ID vid tillägg." ma:hidden="true" ma:internalName="_dlc_DocIdPersistId" ma:readOnly="true">
      <xsd:simpleType>
        <xsd:restriction base="dms:Boolean"/>
      </xsd:simpleType>
    </xsd:element>
    <xsd:element name="_dlc_DocId" ma:index="17" nillable="true" ma:displayName="Dokument-ID-värde" ma:description="Värdet för dokument-ID som tilldelats till det här objektet." ma:internalName="_dlc_DocId" ma:readOnly="true">
      <xsd:simpleType>
        <xsd:restriction base="dms:Text"/>
      </xsd:simpleType>
    </xsd:element>
    <xsd:element name="_dlc_DocIdUrl" ma:index="18"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SharedWithUsers" ma:index="21"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lat med informa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12"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xsd:simpleType>
        <xsd:restriction base="dms:Choice">
          <xsd:enumeration value="Arbetsmaterial"/>
        </xsd:restriction>
      </xsd:simpleType>
    </xsd:element>
    <xsd:element name="ffd98747c26642ec8caf6ec3431d5d08" ma:index="14" nillable="true" ma:taxonomy="true" ma:internalName="ffd98747c26642ec8caf6ec3431d5d08" ma:taxonomyFieldName="GU_DocOrganisation" ma:displayName="Ansvarig enhet"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79d7df0-f7a9-4c01-adec-37d90b5fddf1"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ServiceDateTaken" ma:index="29" nillable="true" ma:displayName="MediaServiceDateTaken" ma:hidden="true" ma:internalName="MediaServiceDateTaken" ma:readOnly="true">
      <xsd:simpleType>
        <xsd:restriction base="dms:Text"/>
      </xsd:simpleType>
    </xsd:element>
    <xsd:element name="MediaServiceLocation" ma:index="30" nillable="true" ma:displayName="Location" ma:internalName="MediaServiceLocation" ma:readOnly="true">
      <xsd:simpleType>
        <xsd:restriction base="dms:Text"/>
      </xsd:simpleType>
    </xsd:element>
    <xsd:element name="Typavdokument" ma:index="31" nillable="true" ma:displayName="Typ av dokument" ma:format="Dropdown" ma:internalName="Typavdokument">
      <xsd:simpleType>
        <xsd:restriction base="dms:Choice">
          <xsd:enumeration value="Styrdokument"/>
          <xsd:enumeration value="Administration"/>
          <xsd:enumeration value="Val 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2a53a6d5-ab28-44f4-b2f8-9fe72ce3cf60">
      <Value>1</Value>
    </TaxCatchAll>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TaxKeywordTaxHTField xmlns="2a53a6d5-ab28-44f4-b2f8-9fe72ce3cf60">
      <Terms xmlns="http://schemas.microsoft.com/office/infopath/2007/PartnerControls"/>
    </TaxKeywordTaxHTField>
    <GU_DocStatus xmlns="231fe8cf-ccc0-454c-9b48-ac3bf72b5807">Arbetsmaterial</GU_DocStatus>
    <GU_DocDescription xmlns="231fe8cf-ccc0-454c-9b48-ac3bf72b5807" xsi:nil="true"/>
    <_dlc_DocId xmlns="2a53a6d5-ab28-44f4-b2f8-9fe72ce3cf60">GU191-810933164-1747</_dlc_DocId>
    <_dlc_DocIdUrl xmlns="2a53a6d5-ab28-44f4-b2f8-9fe72ce3cf60">
      <Url>https://gunet.sharepoint.com/sites/sy-org-svensk-nationell-datatjanst-snd/_layouts/15/DocIdRedir.aspx?ID=GU191-810933164-1747</Url>
      <Description>GU191-810933164-1747</Description>
    </_dlc_DocIdUrl>
    <Typavdokument xmlns="b79d7df0-f7a9-4c01-adec-37d90b5fddf1"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F3CCF-EBFC-4AB1-96FE-5328A96AC2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53a6d5-ab28-44f4-b2f8-9fe72ce3cf60"/>
    <ds:schemaRef ds:uri="231fe8cf-ccc0-454c-9b48-ac3bf72b5807"/>
    <ds:schemaRef ds:uri="b79d7df0-f7a9-4c01-adec-37d90b5fd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C1D832-911B-436B-86B7-59EA0A1FB657}">
  <ds:schemaRefs>
    <ds:schemaRef ds:uri="http://schemas.microsoft.com/sharepoint/v3/contenttype/forms"/>
  </ds:schemaRefs>
</ds:datastoreItem>
</file>

<file path=customXml/itemProps3.xml><?xml version="1.0" encoding="utf-8"?>
<ds:datastoreItem xmlns:ds="http://schemas.openxmlformats.org/officeDocument/2006/customXml" ds:itemID="{2FE41F86-B656-4F1E-8EC2-8EED92FC03FD}">
  <ds:schemaRefs>
    <ds:schemaRef ds:uri="http://schemas.microsoft.com/sharepoint/events"/>
  </ds:schemaRefs>
</ds:datastoreItem>
</file>

<file path=customXml/itemProps4.xml><?xml version="1.0" encoding="utf-8"?>
<ds:datastoreItem xmlns:ds="http://schemas.openxmlformats.org/officeDocument/2006/customXml" ds:itemID="{D0188BDA-1EBC-48E1-8067-8415C0B1CEEB}">
  <ds:schemaRefs>
    <ds:schemaRef ds:uri="http://schemas.microsoft.com/office/2006/metadata/properties"/>
    <ds:schemaRef ds:uri="http://schemas.microsoft.com/office/infopath/2007/PartnerControls"/>
    <ds:schemaRef ds:uri="2a53a6d5-ab28-44f4-b2f8-9fe72ce3cf60"/>
    <ds:schemaRef ds:uri="231fe8cf-ccc0-454c-9b48-ac3bf72b5807"/>
    <ds:schemaRef ds:uri="b79d7df0-f7a9-4c01-adec-37d90b5fddf1"/>
  </ds:schemaRefs>
</ds:datastoreItem>
</file>

<file path=customXml/itemProps5.xml><?xml version="1.0" encoding="utf-8"?>
<ds:datastoreItem xmlns:ds="http://schemas.openxmlformats.org/officeDocument/2006/customXml" ds:itemID="{CE2BFFAB-2269-4B3D-810C-B1C8EBA63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Dokumentmall_eng.dotx</Template>
  <TotalTime>8</TotalTime>
  <Pages>3</Pages>
  <Words>861</Words>
  <Characters>4997</Characters>
  <Application>Microsoft Office Word</Application>
  <DocSecurity>0</DocSecurity>
  <Lines>78</Lines>
  <Paragraphs>19</Paragraphs>
  <ScaleCrop>false</ScaleCrop>
  <HeadingPairs>
    <vt:vector size="2" baseType="variant">
      <vt:variant>
        <vt:lpstr>Rubrik</vt:lpstr>
      </vt:variant>
      <vt:variant>
        <vt:i4>1</vt:i4>
      </vt:variant>
    </vt:vector>
  </HeadingPairs>
  <TitlesOfParts>
    <vt:vector size="1" baseType="lpstr">
      <vt:lpstr/>
    </vt:vector>
  </TitlesOfParts>
  <Company>University of Gothenburg</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Matilda Lindmark</cp:lastModifiedBy>
  <cp:revision>3</cp:revision>
  <cp:lastPrinted>2018-12-18T13:05:00Z</cp:lastPrinted>
  <dcterms:created xsi:type="dcterms:W3CDTF">2020-11-12T11:55:00Z</dcterms:created>
  <dcterms:modified xsi:type="dcterms:W3CDTF">2020-11-12T12:00:00Z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0x010100C7C811754E204E47A665D3B7C5D98E1E001F75F1B42379004D873139F5D95D4129</vt:lpwstr>
  </property>
  <property fmtid="{D5CDD505-2E9C-101B-9397-08002B2CF9AE}" pid="3" name="Dokumentslag">
    <vt:lpwstr/>
  </property>
  <property fmtid="{D5CDD505-2E9C-101B-9397-08002B2CF9AE}" pid="4" name="Dokumenttyp">
    <vt:lpwstr/>
  </property>
  <property fmtid="{D5CDD505-2E9C-101B-9397-08002B2CF9AE}" pid="5" name="TaxKeyword">
    <vt:lpwstr/>
  </property>
  <property fmtid="{D5CDD505-2E9C-101B-9397-08002B2CF9AE}" pid="6" name="GU_DocOrganisation">
    <vt:lpwstr>1;#Svensk Nationell Datatjänst SND - orgnivå 1|eb16b71e-131d-4e9e-bed5-c2172a9e4a1a</vt:lpwstr>
  </property>
  <property fmtid="{D5CDD505-2E9C-101B-9397-08002B2CF9AE}" pid="7" name="_dlc_DocIdItemGuid">
    <vt:lpwstr>32fc61b8-dfae-4888-9fd1-de194408f550</vt:lpwstr>
  </property>
</Properties>
</file>